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1A1DCE" w:rsidRPr="00D026EA" w14:paraId="18320B09" w14:textId="77777777" w:rsidTr="001F2A68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6C97D778" w14:textId="3691579A" w:rsidR="001A1DCE" w:rsidRPr="00D026EA" w:rsidRDefault="001A1DCE" w:rsidP="001A1DCE">
            <w:pPr>
              <w:framePr w:w="4479" w:h="1304" w:hRule="exact" w:wrap="around" w:vAnchor="page" w:hAnchor="page" w:x="6976" w:y="1246"/>
              <w:pBdr>
                <w:left w:val="single" w:sz="6" w:space="1" w:color="auto"/>
                <w:right w:val="single" w:sz="6" w:space="1" w:color="auto"/>
              </w:pBdr>
            </w:pPr>
          </w:p>
        </w:tc>
      </w:tr>
    </w:tbl>
    <w:p w14:paraId="52DE163C" w14:textId="77777777" w:rsidR="001A1DCE" w:rsidRPr="00D026EA" w:rsidRDefault="001A1DCE" w:rsidP="001A1DCE">
      <w:pPr>
        <w:framePr w:w="4479" w:h="1304" w:hRule="exact" w:wrap="around" w:vAnchor="page" w:hAnchor="page" w:x="6976" w:y="12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2D07DDF4" w14:textId="77777777" w:rsidR="001A1956" w:rsidRPr="00D026EA" w:rsidRDefault="001A1956" w:rsidP="00D02482">
      <w:pPr>
        <w:pStyle w:val="Pealkiri1"/>
        <w:jc w:val="left"/>
        <w:rPr>
          <w:sz w:val="24"/>
        </w:rPr>
      </w:pPr>
    </w:p>
    <w:p w14:paraId="21DAB189" w14:textId="77777777" w:rsidR="001A1956" w:rsidRPr="00D026EA" w:rsidRDefault="001A1956" w:rsidP="00D02482">
      <w:pPr>
        <w:pStyle w:val="Pealkiri1"/>
        <w:jc w:val="left"/>
        <w:rPr>
          <w:sz w:val="24"/>
        </w:rPr>
      </w:pPr>
    </w:p>
    <w:p w14:paraId="5DD98AB7" w14:textId="77777777" w:rsidR="001A1956" w:rsidRPr="00D026EA" w:rsidRDefault="001A1956" w:rsidP="001A1956"/>
    <w:p w14:paraId="7DAB864A" w14:textId="77777777" w:rsidR="001A1956" w:rsidRPr="00D026EA" w:rsidRDefault="001A1956" w:rsidP="00D02482">
      <w:pPr>
        <w:pStyle w:val="Pealkiri1"/>
        <w:jc w:val="left"/>
        <w:rPr>
          <w:sz w:val="24"/>
        </w:rPr>
      </w:pPr>
    </w:p>
    <w:p w14:paraId="384BAFBB" w14:textId="77777777" w:rsidR="001A1956" w:rsidRPr="00D026EA" w:rsidRDefault="001A1956" w:rsidP="001A1956">
      <w:pPr>
        <w:sectPr w:rsidR="001A1956" w:rsidRPr="00D026EA" w:rsidSect="00A04D3E">
          <w:headerReference w:type="even" r:id="rId7"/>
          <w:headerReference w:type="default" r:id="rId8"/>
          <w:pgSz w:w="11906" w:h="16838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4AA173AC" w14:textId="77777777" w:rsidR="0079019F" w:rsidRDefault="0079019F" w:rsidP="00A04D3E">
      <w:pPr>
        <w:jc w:val="both"/>
        <w:rPr>
          <w:b/>
          <w:bCs/>
        </w:rPr>
      </w:pPr>
    </w:p>
    <w:p w14:paraId="2EDF660D" w14:textId="2434CB44" w:rsidR="00964634" w:rsidRPr="00D026EA" w:rsidRDefault="00964634" w:rsidP="00E9175A">
      <w:pPr>
        <w:pStyle w:val="Pealkiri1"/>
        <w:rPr>
          <w:sz w:val="24"/>
        </w:rPr>
      </w:pPr>
      <w:r w:rsidRPr="00D026EA">
        <w:rPr>
          <w:sz w:val="24"/>
        </w:rPr>
        <w:t>KOKKULEPE</w:t>
      </w:r>
      <w:r>
        <w:rPr>
          <w:sz w:val="24"/>
        </w:rPr>
        <w:t xml:space="preserve"> n</w:t>
      </w:r>
      <w:r w:rsidR="000B7BBD">
        <w:rPr>
          <w:sz w:val="24"/>
        </w:rPr>
        <w:t>r</w:t>
      </w:r>
      <w:r>
        <w:rPr>
          <w:sz w:val="24"/>
        </w:rPr>
        <w:t xml:space="preserve"> </w:t>
      </w:r>
      <w:r w:rsidR="00E378B3" w:rsidRPr="00E378B3">
        <w:rPr>
          <w:sz w:val="24"/>
        </w:rPr>
        <w:t>3-1.33/2025/</w:t>
      </w:r>
      <w:r w:rsidR="00E9175A" w:rsidRPr="00E9175A">
        <w:rPr>
          <w:sz w:val="24"/>
        </w:rPr>
        <w:t>37</w:t>
      </w:r>
    </w:p>
    <w:p w14:paraId="4B5ACF06" w14:textId="77777777" w:rsidR="00964634" w:rsidRPr="00D026EA" w:rsidRDefault="00964634" w:rsidP="00964634">
      <w:pPr>
        <w:rPr>
          <w:b/>
        </w:rPr>
      </w:pPr>
      <w:r w:rsidRPr="00D026EA">
        <w:rPr>
          <w:b/>
        </w:rPr>
        <w:t xml:space="preserve">ISIKLIKU KASUTUSÕIGUSEGA KOORMAMISE TINGIMUSTE KOHTA </w:t>
      </w:r>
    </w:p>
    <w:p w14:paraId="75C4EBE6" w14:textId="77777777" w:rsidR="00964634" w:rsidRPr="00D026EA" w:rsidRDefault="00964634" w:rsidP="00964634">
      <w:pPr>
        <w:jc w:val="center"/>
        <w:rPr>
          <w:b/>
          <w:bCs/>
        </w:rPr>
      </w:pPr>
    </w:p>
    <w:p w14:paraId="327BC143" w14:textId="77777777" w:rsidR="00216018" w:rsidRPr="00DD755C" w:rsidRDefault="00216018" w:rsidP="00216018">
      <w:pPr>
        <w:pStyle w:val="Normaallaadveeb"/>
        <w:jc w:val="right"/>
        <w:rPr>
          <w:lang w:val="et-EE"/>
        </w:rPr>
      </w:pPr>
      <w:r w:rsidRPr="00DD755C">
        <w:rPr>
          <w:rFonts w:eastAsia="Calibri"/>
          <w:szCs w:val="22"/>
          <w:lang w:val="et-EE"/>
        </w:rPr>
        <w:t>(hiliseima digitaalallkirja kuupäev)</w:t>
      </w:r>
    </w:p>
    <w:p w14:paraId="072BBF08" w14:textId="11861432" w:rsidR="00A04D3E" w:rsidRPr="00D026EA" w:rsidRDefault="00FF5544" w:rsidP="00A04D3E">
      <w:pPr>
        <w:jc w:val="both"/>
      </w:pPr>
      <w:r w:rsidRPr="00FF5544">
        <w:t xml:space="preserve">Riigimetsa Majandamise Keskus, edaspidi </w:t>
      </w:r>
      <w:r w:rsidRPr="0095300F">
        <w:rPr>
          <w:b/>
          <w:bCs/>
        </w:rPr>
        <w:t>RMK</w:t>
      </w:r>
      <w:r w:rsidR="00525AFE" w:rsidRPr="0095300F">
        <w:rPr>
          <w:b/>
          <w:bCs/>
        </w:rPr>
        <w:t xml:space="preserve"> </w:t>
      </w:r>
      <w:r w:rsidR="00525AFE">
        <w:t xml:space="preserve">või </w:t>
      </w:r>
      <w:r w:rsidR="00525AFE" w:rsidRPr="00525AFE">
        <w:rPr>
          <w:b/>
          <w:bCs/>
        </w:rPr>
        <w:t>kasutaja</w:t>
      </w:r>
      <w:r w:rsidR="00525AFE" w:rsidRPr="00525AFE">
        <w:t>,</w:t>
      </w:r>
      <w:r w:rsidRPr="00FF5544">
        <w:t xml:space="preserve"> keda esindab RMK juhatuse 02.04.2024 otsusega nr 1-32/28 kinnitatud Kagu regiooni põhimääruse alusel, Kagu regiooni metsaülem Tiit Timberg, ühelt poolt</w:t>
      </w:r>
      <w:r w:rsidR="00482157">
        <w:t xml:space="preserve"> </w:t>
      </w:r>
      <w:r w:rsidR="00216018">
        <w:t xml:space="preserve">ja </w:t>
      </w:r>
      <w:r w:rsidR="00514EB3" w:rsidRPr="00514EB3">
        <w:rPr>
          <w:b/>
          <w:bCs/>
        </w:rPr>
        <w:t>Osaühing Valga Puu</w:t>
      </w:r>
      <w:r w:rsidR="009D6806">
        <w:t>,</w:t>
      </w:r>
      <w:r w:rsidR="009D6806" w:rsidRPr="009D6806">
        <w:t xml:space="preserve"> keda esindab põhikirja alusel juhatuse liige</w:t>
      </w:r>
      <w:r w:rsidR="0050053C">
        <w:t xml:space="preserve"> </w:t>
      </w:r>
      <w:r w:rsidR="004D6AA9" w:rsidRPr="00205851">
        <w:t>Andres Olesk</w:t>
      </w:r>
      <w:r w:rsidR="00CB2044">
        <w:t>,</w:t>
      </w:r>
      <w:r w:rsidR="00F52ADA">
        <w:t xml:space="preserve"> </w:t>
      </w:r>
      <w:r w:rsidR="00A04D3E" w:rsidRPr="00D026EA">
        <w:t xml:space="preserve">edaspidi </w:t>
      </w:r>
      <w:r w:rsidR="0008482C" w:rsidRPr="00D026EA">
        <w:rPr>
          <w:b/>
        </w:rPr>
        <w:t>o</w:t>
      </w:r>
      <w:r w:rsidR="00E80D50" w:rsidRPr="00D026EA">
        <w:rPr>
          <w:b/>
        </w:rPr>
        <w:t>manik</w:t>
      </w:r>
      <w:r w:rsidR="00E80D50" w:rsidRPr="00D026EA">
        <w:rPr>
          <w:i/>
        </w:rPr>
        <w:t>,</w:t>
      </w:r>
      <w:r w:rsidR="00A04D3E" w:rsidRPr="00D026EA">
        <w:t xml:space="preserve"> </w:t>
      </w:r>
      <w:r w:rsidR="00755CDD" w:rsidRPr="00D026EA">
        <w:t xml:space="preserve">teiselt poolt, </w:t>
      </w:r>
    </w:p>
    <w:p w14:paraId="344C4BEE" w14:textId="77777777" w:rsidR="00A04D3E" w:rsidRPr="00D026EA" w:rsidRDefault="00A04D3E" w:rsidP="00A04D3E">
      <w:pPr>
        <w:jc w:val="both"/>
      </w:pPr>
    </w:p>
    <w:p w14:paraId="6E09C1E0" w14:textId="77777777" w:rsidR="000F729C" w:rsidRPr="00D026EA" w:rsidRDefault="000F729C" w:rsidP="00A04D3E">
      <w:pPr>
        <w:jc w:val="both"/>
      </w:pPr>
      <w:r w:rsidRPr="00D026EA">
        <w:t xml:space="preserve">keda nimetatakse edaspidi </w:t>
      </w:r>
      <w:r w:rsidR="0008482C" w:rsidRPr="00D026EA">
        <w:rPr>
          <w:b/>
        </w:rPr>
        <w:t>p</w:t>
      </w:r>
      <w:r w:rsidRPr="00D026EA">
        <w:rPr>
          <w:b/>
        </w:rPr>
        <w:t>ool</w:t>
      </w:r>
      <w:r w:rsidRPr="00D026EA">
        <w:t xml:space="preserve"> või ühiselt </w:t>
      </w:r>
      <w:r w:rsidR="0008482C" w:rsidRPr="00D026EA">
        <w:rPr>
          <w:b/>
        </w:rPr>
        <w:t>p</w:t>
      </w:r>
      <w:r w:rsidRPr="00D026EA">
        <w:rPr>
          <w:b/>
        </w:rPr>
        <w:t>ooled</w:t>
      </w:r>
      <w:r w:rsidRPr="00D026EA">
        <w:t>,</w:t>
      </w:r>
    </w:p>
    <w:p w14:paraId="075F951B" w14:textId="77777777" w:rsidR="000F729C" w:rsidRPr="00D026EA" w:rsidRDefault="000F729C" w:rsidP="00A04D3E">
      <w:pPr>
        <w:jc w:val="both"/>
      </w:pPr>
    </w:p>
    <w:p w14:paraId="78E7E17B" w14:textId="77777777" w:rsidR="00755CDD" w:rsidRPr="00D026EA" w:rsidRDefault="00755CDD" w:rsidP="00A04D3E">
      <w:pPr>
        <w:jc w:val="both"/>
      </w:pPr>
      <w:r w:rsidRPr="00D026EA">
        <w:t xml:space="preserve">sõlmisid </w:t>
      </w:r>
      <w:r w:rsidR="006E0908" w:rsidRPr="00D026EA">
        <w:t>käesoleva kokkuleppe</w:t>
      </w:r>
      <w:r w:rsidR="000F729C" w:rsidRPr="00D026EA">
        <w:t>,</w:t>
      </w:r>
      <w:r w:rsidR="006E0908" w:rsidRPr="00D026EA">
        <w:t xml:space="preserve"> edaspidi </w:t>
      </w:r>
      <w:r w:rsidR="0008482C" w:rsidRPr="00D026EA">
        <w:rPr>
          <w:b/>
        </w:rPr>
        <w:t>k</w:t>
      </w:r>
      <w:r w:rsidR="006E0908" w:rsidRPr="00D026EA">
        <w:rPr>
          <w:b/>
        </w:rPr>
        <w:t>okkulepe</w:t>
      </w:r>
      <w:r w:rsidR="000F729C" w:rsidRPr="00D026EA">
        <w:t>,</w:t>
      </w:r>
      <w:r w:rsidR="006E0908" w:rsidRPr="00D026EA">
        <w:t xml:space="preserve"> alljärgnevas:</w:t>
      </w:r>
    </w:p>
    <w:p w14:paraId="72C2201F" w14:textId="77777777" w:rsidR="006E0908" w:rsidRPr="00D026EA" w:rsidRDefault="006E0908" w:rsidP="00A04D3E">
      <w:pPr>
        <w:jc w:val="both"/>
      </w:pPr>
    </w:p>
    <w:p w14:paraId="1C572998" w14:textId="77777777" w:rsidR="006E0908" w:rsidRPr="00964634" w:rsidRDefault="006E0908" w:rsidP="00964634">
      <w:pPr>
        <w:pStyle w:val="Pealkiri11"/>
        <w:rPr>
          <w:b/>
        </w:rPr>
      </w:pPr>
      <w:r w:rsidRPr="00964634">
        <w:rPr>
          <w:b/>
        </w:rPr>
        <w:t>Kokk</w:t>
      </w:r>
      <w:r w:rsidR="00F5725D" w:rsidRPr="00964634">
        <w:rPr>
          <w:b/>
        </w:rPr>
        <w:t>u</w:t>
      </w:r>
      <w:r w:rsidRPr="00964634">
        <w:rPr>
          <w:b/>
        </w:rPr>
        <w:t>leppe eesmärk</w:t>
      </w:r>
    </w:p>
    <w:p w14:paraId="56E36816" w14:textId="17714286" w:rsidR="00FB5BA2" w:rsidRPr="008F2A98" w:rsidRDefault="00FB5BA2" w:rsidP="006B6AB4">
      <w:pPr>
        <w:pStyle w:val="Pealkiri11"/>
        <w:numPr>
          <w:ilvl w:val="0"/>
          <w:numId w:val="0"/>
        </w:numPr>
        <w:ind w:left="567"/>
        <w:jc w:val="both"/>
      </w:pPr>
      <w:r w:rsidRPr="00FB5BA2">
        <w:t>Kokkuleppe eesmärgiks on tingimuste kokkuleppimine omanikule kuuluva</w:t>
      </w:r>
      <w:r w:rsidR="00EC0A5E">
        <w:t>te</w:t>
      </w:r>
      <w:r w:rsidRPr="00FB5BA2">
        <w:t xml:space="preserve">l </w:t>
      </w:r>
      <w:r w:rsidRPr="00C635E2">
        <w:t>kinnisasja</w:t>
      </w:r>
      <w:r w:rsidR="00EC0A5E">
        <w:t>de</w:t>
      </w:r>
      <w:r w:rsidRPr="00C635E2">
        <w:t>l nimetus</w:t>
      </w:r>
      <w:r w:rsidR="00EC0A5E">
        <w:t>t</w:t>
      </w:r>
      <w:r w:rsidRPr="00C635E2">
        <w:t>ega</w:t>
      </w:r>
      <w:r w:rsidRPr="00EC067D">
        <w:rPr>
          <w:b/>
          <w:bCs/>
        </w:rPr>
        <w:t xml:space="preserve"> </w:t>
      </w:r>
      <w:r w:rsidR="00EC0A5E" w:rsidRPr="00EC0A5E">
        <w:rPr>
          <w:b/>
          <w:bCs/>
        </w:rPr>
        <w:t xml:space="preserve">Sarapuumetsa </w:t>
      </w:r>
      <w:r w:rsidR="005A5762">
        <w:rPr>
          <w:b/>
          <w:bCs/>
        </w:rPr>
        <w:t>(</w:t>
      </w:r>
      <w:r w:rsidR="00526D4D" w:rsidRPr="00526D4D">
        <w:rPr>
          <w:b/>
          <w:bCs/>
        </w:rPr>
        <w:t xml:space="preserve">Sarapuumetsa, </w:t>
      </w:r>
      <w:r w:rsidR="004D49EE" w:rsidRPr="004D49EE">
        <w:rPr>
          <w:b/>
          <w:bCs/>
        </w:rPr>
        <w:t>Vanamõisa küla, Tõrva vald, Valga maakond</w:t>
      </w:r>
      <w:r w:rsidR="005A5762">
        <w:rPr>
          <w:b/>
          <w:bCs/>
        </w:rPr>
        <w:t>)</w:t>
      </w:r>
      <w:r w:rsidR="00701C73">
        <w:t>,</w:t>
      </w:r>
      <w:r w:rsidRPr="00FB5BA2">
        <w:t xml:space="preserve"> kinnist</w:t>
      </w:r>
      <w:r w:rsidR="00FE1392">
        <w:t xml:space="preserve">u </w:t>
      </w:r>
      <w:r w:rsidRPr="00FB5BA2">
        <w:t xml:space="preserve">number </w:t>
      </w:r>
      <w:r w:rsidR="00B34CBD">
        <w:t>31013</w:t>
      </w:r>
      <w:r w:rsidR="001B463B">
        <w:t>70011100</w:t>
      </w:r>
      <w:r w:rsidRPr="00FB5BA2">
        <w:t xml:space="preserve">, </w:t>
      </w:r>
      <w:r w:rsidRPr="00B14CF7">
        <w:t>katastritunnus</w:t>
      </w:r>
      <w:r w:rsidR="0036791E">
        <w:rPr>
          <w:b/>
          <w:bCs/>
        </w:rPr>
        <w:t xml:space="preserve"> </w:t>
      </w:r>
      <w:r w:rsidR="00356D5F" w:rsidRPr="00356D5F">
        <w:rPr>
          <w:b/>
          <w:bCs/>
        </w:rPr>
        <w:t>61301:001:0097</w:t>
      </w:r>
      <w:r w:rsidR="00560609">
        <w:rPr>
          <w:b/>
          <w:bCs/>
        </w:rPr>
        <w:t xml:space="preserve"> ja </w:t>
      </w:r>
      <w:r w:rsidR="00924E6F" w:rsidRPr="00924E6F">
        <w:rPr>
          <w:b/>
          <w:bCs/>
        </w:rPr>
        <w:t>Mäeotsa</w:t>
      </w:r>
      <w:r w:rsidR="009D607F">
        <w:rPr>
          <w:b/>
          <w:bCs/>
        </w:rPr>
        <w:t>(</w:t>
      </w:r>
      <w:r w:rsidR="009D607F" w:rsidRPr="009D607F">
        <w:rPr>
          <w:b/>
          <w:bCs/>
        </w:rPr>
        <w:t>Mäeotsa, Vanamõisa küla, Tõrva vald, Valga maakond</w:t>
      </w:r>
      <w:r w:rsidR="009D607F">
        <w:rPr>
          <w:b/>
          <w:bCs/>
        </w:rPr>
        <w:t>)</w:t>
      </w:r>
      <w:r w:rsidR="00240EA2" w:rsidRPr="00240EA2">
        <w:rPr>
          <w:b/>
          <w:bCs/>
        </w:rPr>
        <w:t xml:space="preserve">, </w:t>
      </w:r>
      <w:r w:rsidR="00240EA2" w:rsidRPr="00240EA2">
        <w:t xml:space="preserve">kinnistu number 3101370011100, katastritunnus </w:t>
      </w:r>
      <w:r w:rsidR="00240EA2" w:rsidRPr="009D607F">
        <w:rPr>
          <w:b/>
          <w:bCs/>
        </w:rPr>
        <w:t>61301:003:0042</w:t>
      </w:r>
      <w:r w:rsidR="005A5762" w:rsidRPr="00240EA2">
        <w:t>,</w:t>
      </w:r>
      <w:r w:rsidR="005A5762">
        <w:rPr>
          <w:b/>
          <w:bCs/>
        </w:rPr>
        <w:t xml:space="preserve"> </w:t>
      </w:r>
      <w:r w:rsidRPr="00FB5BA2">
        <w:t xml:space="preserve">sihtotstarve </w:t>
      </w:r>
      <w:r w:rsidR="00F52ADA">
        <w:t>maatulundusmaa</w:t>
      </w:r>
      <w:r w:rsidR="005A5762">
        <w:t>,</w:t>
      </w:r>
      <w:r w:rsidR="002B0DEE">
        <w:t xml:space="preserve"> </w:t>
      </w:r>
      <w:r w:rsidRPr="00FB5BA2">
        <w:t xml:space="preserve">edaspidi </w:t>
      </w:r>
      <w:r w:rsidRPr="00FB5BA2">
        <w:rPr>
          <w:b/>
        </w:rPr>
        <w:t>kinnistu</w:t>
      </w:r>
      <w:r w:rsidR="009B0BB7">
        <w:rPr>
          <w:b/>
        </w:rPr>
        <w:t>d</w:t>
      </w:r>
      <w:r w:rsidRPr="00FB5BA2">
        <w:rPr>
          <w:b/>
        </w:rPr>
        <w:t>,</w:t>
      </w:r>
      <w:r w:rsidRPr="00FB5BA2">
        <w:t xml:space="preserve"> asuva eratee kasutamiseks.</w:t>
      </w:r>
    </w:p>
    <w:p w14:paraId="6D1CF2D9" w14:textId="77777777" w:rsidR="0006678D" w:rsidRPr="00D026EA" w:rsidRDefault="0006678D" w:rsidP="00A04D3E">
      <w:pPr>
        <w:jc w:val="both"/>
      </w:pPr>
    </w:p>
    <w:p w14:paraId="0A9D6D64" w14:textId="77777777" w:rsidR="0006678D" w:rsidRPr="00964634" w:rsidRDefault="0006678D" w:rsidP="00964634">
      <w:pPr>
        <w:pStyle w:val="Pealkiri11"/>
        <w:rPr>
          <w:b/>
        </w:rPr>
      </w:pPr>
      <w:r w:rsidRPr="00964634">
        <w:rPr>
          <w:b/>
        </w:rPr>
        <w:t>Kasutusõiguse tingimused</w:t>
      </w:r>
    </w:p>
    <w:p w14:paraId="0EA85139" w14:textId="6F11D4A9" w:rsidR="006A3B5A" w:rsidRPr="009A18A1" w:rsidRDefault="0006678D" w:rsidP="006A3B5A">
      <w:pPr>
        <w:pStyle w:val="Pealkiri21"/>
        <w:jc w:val="both"/>
      </w:pPr>
      <w:r w:rsidRPr="00D026EA">
        <w:t>Kinnistu</w:t>
      </w:r>
      <w:r w:rsidR="009B0BB7">
        <w:t>d</w:t>
      </w:r>
      <w:r w:rsidRPr="00D026EA">
        <w:t xml:space="preserve"> koormatakse isikliku kasutusõigusega selliselt, et </w:t>
      </w:r>
      <w:r w:rsidR="0008482C" w:rsidRPr="00D026EA">
        <w:t>k</w:t>
      </w:r>
      <w:r w:rsidRPr="00D026EA">
        <w:t xml:space="preserve">asutajal on õigus </w:t>
      </w:r>
      <w:r w:rsidRPr="009A18A1">
        <w:t>kasutada</w:t>
      </w:r>
      <w:r w:rsidR="005800D7" w:rsidRPr="009A18A1">
        <w:t xml:space="preserve"> ehitatavat ja</w:t>
      </w:r>
      <w:r w:rsidRPr="009A18A1">
        <w:t xml:space="preserve"> </w:t>
      </w:r>
      <w:r w:rsidR="0008482C" w:rsidRPr="009A18A1">
        <w:t>k</w:t>
      </w:r>
      <w:r w:rsidRPr="009A18A1">
        <w:t xml:space="preserve">innistut läbivat erateed </w:t>
      </w:r>
      <w:r w:rsidR="006A3B5A" w:rsidRPr="009A18A1">
        <w:t>ning</w:t>
      </w:r>
      <w:r w:rsidR="00D02482" w:rsidRPr="009A18A1">
        <w:t xml:space="preserve"> selle</w:t>
      </w:r>
      <w:r w:rsidR="00473D12" w:rsidRPr="009A18A1">
        <w:t>l</w:t>
      </w:r>
      <w:r w:rsidR="00D02482" w:rsidRPr="009A18A1">
        <w:t xml:space="preserve"> paiknevaid</w:t>
      </w:r>
      <w:r w:rsidRPr="009A18A1">
        <w:t xml:space="preserve"> rajatis</w:t>
      </w:r>
      <w:r w:rsidR="00D02482" w:rsidRPr="009A18A1">
        <w:t>i</w:t>
      </w:r>
      <w:r w:rsidR="000F729C" w:rsidRPr="009A18A1">
        <w:t>,</w:t>
      </w:r>
      <w:r w:rsidRPr="009A18A1">
        <w:rPr>
          <w:i/>
        </w:rPr>
        <w:t xml:space="preserve"> </w:t>
      </w:r>
      <w:r w:rsidRPr="009A18A1">
        <w:t xml:space="preserve">edaspidi </w:t>
      </w:r>
      <w:r w:rsidR="0008482C" w:rsidRPr="009A18A1">
        <w:rPr>
          <w:b/>
        </w:rPr>
        <w:t>k</w:t>
      </w:r>
      <w:r w:rsidRPr="009A18A1">
        <w:rPr>
          <w:b/>
        </w:rPr>
        <w:t>asutusõiguse ala</w:t>
      </w:r>
      <w:r w:rsidR="00D02482" w:rsidRPr="009A18A1">
        <w:t xml:space="preserve">. </w:t>
      </w:r>
      <w:r w:rsidR="00FB5BA2" w:rsidRPr="009A18A1">
        <w:t>Skeem</w:t>
      </w:r>
      <w:r w:rsidR="00092CC5" w:rsidRPr="009A18A1">
        <w:t xml:space="preserve"> </w:t>
      </w:r>
      <w:r w:rsidR="00FB5BA2" w:rsidRPr="009A18A1">
        <w:t>kasutusõiguse ala paiknemise kohta on lisatud kokkuleppele.</w:t>
      </w:r>
    </w:p>
    <w:p w14:paraId="71172637" w14:textId="3E2C7710" w:rsidR="00473D12" w:rsidRPr="009A18A1" w:rsidRDefault="0006678D" w:rsidP="00274661">
      <w:pPr>
        <w:pStyle w:val="Pealkiri21"/>
        <w:jc w:val="both"/>
      </w:pPr>
      <w:r w:rsidRPr="009A18A1">
        <w:t>Kasutusõiguse ala pikkus</w:t>
      </w:r>
      <w:r w:rsidR="006A3B5A" w:rsidRPr="009A18A1">
        <w:t xml:space="preserve"> ehitataval</w:t>
      </w:r>
      <w:r w:rsidR="008F2A98" w:rsidRPr="009A18A1">
        <w:t xml:space="preserve"> </w:t>
      </w:r>
      <w:r w:rsidR="00F26FC6" w:rsidRPr="00F26FC6">
        <w:t>Mäeotsa</w:t>
      </w:r>
      <w:r w:rsidR="00F52ADA" w:rsidRPr="009A18A1">
        <w:t xml:space="preserve"> </w:t>
      </w:r>
      <w:r w:rsidR="004950B4" w:rsidRPr="009A18A1">
        <w:t>metsa</w:t>
      </w:r>
      <w:r w:rsidR="00FB5BA2" w:rsidRPr="009A18A1">
        <w:t>tee</w:t>
      </w:r>
      <w:r w:rsidR="00066679" w:rsidRPr="009A18A1">
        <w:t>l</w:t>
      </w:r>
      <w:r w:rsidR="00FB5BA2" w:rsidRPr="009A18A1">
        <w:t xml:space="preserve"> on</w:t>
      </w:r>
      <w:r w:rsidR="006A3B5A" w:rsidRPr="009A18A1">
        <w:t xml:space="preserve"> </w:t>
      </w:r>
      <w:r w:rsidR="004D49EE" w:rsidRPr="004D49EE">
        <w:rPr>
          <w:b/>
          <w:bCs/>
        </w:rPr>
        <w:t>Sarapuumetsa</w:t>
      </w:r>
      <w:r w:rsidR="002B4C3E" w:rsidRPr="009A18A1">
        <w:t xml:space="preserve">/ </w:t>
      </w:r>
      <w:r w:rsidR="00356D5F" w:rsidRPr="00356D5F">
        <w:t>61301:001:0097</w:t>
      </w:r>
      <w:r w:rsidR="00356D5F">
        <w:t xml:space="preserve"> </w:t>
      </w:r>
      <w:r w:rsidR="00560609">
        <w:t xml:space="preserve">ja </w:t>
      </w:r>
      <w:r w:rsidR="00924E6F" w:rsidRPr="00924E6F">
        <w:rPr>
          <w:b/>
          <w:bCs/>
        </w:rPr>
        <w:t>Mäeotsa</w:t>
      </w:r>
      <w:r w:rsidR="00240EA2">
        <w:t>/</w:t>
      </w:r>
      <w:r w:rsidR="00240EA2" w:rsidRPr="00240EA2">
        <w:t xml:space="preserve"> 61301:003:0042</w:t>
      </w:r>
      <w:r w:rsidR="00924E6F" w:rsidRPr="00924E6F">
        <w:t xml:space="preserve"> </w:t>
      </w:r>
      <w:r w:rsidR="002B4C3E" w:rsidRPr="009A18A1">
        <w:t>kinnistu</w:t>
      </w:r>
      <w:r w:rsidR="008777C0">
        <w:t>te</w:t>
      </w:r>
      <w:r w:rsidR="002B4C3E" w:rsidRPr="009A18A1">
        <w:t xml:space="preserve">l </w:t>
      </w:r>
      <w:r w:rsidR="00205851">
        <w:t xml:space="preserve"> kokku ca </w:t>
      </w:r>
      <w:r w:rsidR="003B6510">
        <w:t>285 jm</w:t>
      </w:r>
      <w:r w:rsidR="00473D12" w:rsidRPr="009A18A1">
        <w:t xml:space="preserve">. </w:t>
      </w:r>
    </w:p>
    <w:p w14:paraId="2021F435" w14:textId="0EBDCFB9" w:rsidR="0006678D" w:rsidRPr="00D026EA" w:rsidRDefault="0006678D" w:rsidP="00274661">
      <w:pPr>
        <w:pStyle w:val="Pealkiri21"/>
        <w:jc w:val="both"/>
      </w:pPr>
      <w:r w:rsidRPr="009A18A1">
        <w:t xml:space="preserve">Kasutajal </w:t>
      </w:r>
      <w:r w:rsidR="00E63EF5" w:rsidRPr="009A18A1">
        <w:t xml:space="preserve">on õigus </w:t>
      </w:r>
      <w:r w:rsidR="0008482C" w:rsidRPr="009A18A1">
        <w:t>k</w:t>
      </w:r>
      <w:r w:rsidR="00E63EF5" w:rsidRPr="009A18A1">
        <w:t>asutusõiguse ala tasuta kasutada</w:t>
      </w:r>
      <w:r w:rsidR="00E63EF5" w:rsidRPr="00D026EA">
        <w:t xml:space="preserve"> </w:t>
      </w:r>
      <w:r w:rsidRPr="00D026EA">
        <w:t xml:space="preserve">ööpäevaringselt kõikide sõidukite ja tehnikaga, sealhulgas </w:t>
      </w:r>
      <w:r w:rsidR="00F5725D" w:rsidRPr="00D026EA">
        <w:t>metsaveokitega.</w:t>
      </w:r>
    </w:p>
    <w:p w14:paraId="51A26234" w14:textId="39415614" w:rsidR="00473D12" w:rsidRPr="00D026EA" w:rsidRDefault="00F5725D" w:rsidP="00964634">
      <w:pPr>
        <w:pStyle w:val="Pealkiri21"/>
      </w:pPr>
      <w:r w:rsidRPr="00D026EA">
        <w:t xml:space="preserve">Isiklik kasutusõigus seatakse </w:t>
      </w:r>
      <w:r w:rsidR="0008482C" w:rsidRPr="00D026EA">
        <w:t>k</w:t>
      </w:r>
      <w:r w:rsidRPr="00D026EA">
        <w:t xml:space="preserve">asutaja </w:t>
      </w:r>
      <w:r w:rsidR="008221EE" w:rsidRPr="00D026EA">
        <w:t xml:space="preserve">kasuks </w:t>
      </w:r>
      <w:sdt>
        <w:sdtPr>
          <w:id w:val="-189151537"/>
          <w:placeholder>
            <w:docPart w:val="678724C7952B40F2A213912B76E518E0"/>
          </w:placeholder>
          <w:comboBox>
            <w:listItem w:displayText=" " w:value=" "/>
            <w:listItem w:displayText="tähtajatult" w:value="tähtajatult"/>
            <w:listItem w:displayText="tähtajaliselt" w:value="tähtajaliselt"/>
          </w:comboBox>
        </w:sdtPr>
        <w:sdtContent>
          <w:r w:rsidR="00F52ADA">
            <w:t>tähtajatult</w:t>
          </w:r>
        </w:sdtContent>
      </w:sdt>
      <w:r w:rsidR="00D51940" w:rsidRPr="00964634">
        <w:t>.</w:t>
      </w:r>
      <w:r w:rsidR="001278EA" w:rsidRPr="00D026EA">
        <w:t xml:space="preserve"> </w:t>
      </w:r>
    </w:p>
    <w:p w14:paraId="5D9E53A2" w14:textId="77777777" w:rsidR="00D732C2" w:rsidRPr="00D026EA" w:rsidRDefault="00D732C2" w:rsidP="00A04D3E">
      <w:pPr>
        <w:jc w:val="both"/>
      </w:pPr>
    </w:p>
    <w:p w14:paraId="1DFB5987" w14:textId="77777777" w:rsidR="00D732C2" w:rsidRPr="00964634" w:rsidRDefault="00D732C2" w:rsidP="00964634">
      <w:pPr>
        <w:pStyle w:val="Pealkiri11"/>
        <w:rPr>
          <w:b/>
        </w:rPr>
      </w:pPr>
      <w:r w:rsidRPr="00964634">
        <w:rPr>
          <w:b/>
        </w:rPr>
        <w:t>Kasutaja õigused ja ko</w:t>
      </w:r>
      <w:r w:rsidRPr="00CC7ED3">
        <w:rPr>
          <w:b/>
        </w:rPr>
        <w:t>hu</w:t>
      </w:r>
      <w:r w:rsidR="00DD755C" w:rsidRPr="00CC7ED3">
        <w:rPr>
          <w:b/>
        </w:rPr>
        <w:t>s</w:t>
      </w:r>
      <w:r w:rsidRPr="00CC7ED3">
        <w:rPr>
          <w:b/>
        </w:rPr>
        <w:t>tus</w:t>
      </w:r>
      <w:r w:rsidRPr="00964634">
        <w:rPr>
          <w:b/>
        </w:rPr>
        <w:t>ed</w:t>
      </w:r>
    </w:p>
    <w:p w14:paraId="4EA64431" w14:textId="6E1B6155" w:rsidR="00D732C2" w:rsidRDefault="00D732C2" w:rsidP="00964634">
      <w:pPr>
        <w:pStyle w:val="Pealkiri21"/>
      </w:pPr>
      <w:r w:rsidRPr="00D026EA">
        <w:t xml:space="preserve">Kasutajal on õigus </w:t>
      </w:r>
      <w:r w:rsidR="0008482C" w:rsidRPr="00D026EA">
        <w:t>k</w:t>
      </w:r>
      <w:r w:rsidR="00F5725D" w:rsidRPr="00D026EA">
        <w:t>asutusõiguse ala kasutada sihipäraselt ning teostada oma vahenditega kõiki töid, mis on vajalikud kasutusõiguse ala</w:t>
      </w:r>
      <w:r w:rsidR="00544B58">
        <w:t xml:space="preserve"> ehitamiseks</w:t>
      </w:r>
      <w:r w:rsidR="00F5725D" w:rsidRPr="00D026EA">
        <w:t>, korrashoiuks, hooldamiseks ja kasutamiseks.</w:t>
      </w:r>
      <w:r w:rsidRPr="00D026EA">
        <w:t xml:space="preserve"> </w:t>
      </w:r>
    </w:p>
    <w:p w14:paraId="5B92F5D3" w14:textId="77777777" w:rsidR="00D732C2" w:rsidRPr="00D026EA" w:rsidRDefault="00D732C2" w:rsidP="00964634">
      <w:pPr>
        <w:pStyle w:val="Pealkiri21"/>
      </w:pPr>
      <w:r w:rsidRPr="00D026EA">
        <w:t>Kasutaja kohustub:</w:t>
      </w:r>
    </w:p>
    <w:p w14:paraId="2FED7A51" w14:textId="77777777" w:rsidR="00EA05D5" w:rsidRPr="00D026EA" w:rsidRDefault="00EA05D5" w:rsidP="00964634">
      <w:pPr>
        <w:pStyle w:val="Pealkiri31"/>
      </w:pPr>
      <w:r w:rsidRPr="00D026EA">
        <w:t xml:space="preserve">tagama </w:t>
      </w:r>
      <w:r w:rsidR="0008482C" w:rsidRPr="00D026EA">
        <w:t>k</w:t>
      </w:r>
      <w:r w:rsidRPr="00D026EA">
        <w:t xml:space="preserve">asutusõiguse ala hoolduse ja korrashoiu; </w:t>
      </w:r>
    </w:p>
    <w:p w14:paraId="447A4706" w14:textId="77777777" w:rsidR="00D732C2" w:rsidRPr="00D026EA" w:rsidRDefault="00D732C2" w:rsidP="00964634">
      <w:pPr>
        <w:pStyle w:val="Pealkiri31"/>
      </w:pPr>
      <w:r w:rsidRPr="00D026EA">
        <w:t xml:space="preserve">tagama, et isikliku kasutusõiguse teostamisest ei tekiks kahju ega kahjulikke mõjutusi keskkonnale ega </w:t>
      </w:r>
      <w:r w:rsidR="0008482C" w:rsidRPr="00D026EA">
        <w:t>k</w:t>
      </w:r>
      <w:r w:rsidRPr="00D026EA">
        <w:t>asutusõiguse alale;</w:t>
      </w:r>
    </w:p>
    <w:p w14:paraId="2203839A" w14:textId="77777777" w:rsidR="00D732C2" w:rsidRPr="00D026EA" w:rsidRDefault="00D732C2" w:rsidP="00274661">
      <w:pPr>
        <w:pStyle w:val="Pealkiri31"/>
        <w:jc w:val="both"/>
      </w:pPr>
      <w:r w:rsidRPr="00D026EA">
        <w:t xml:space="preserve">tagama, et </w:t>
      </w:r>
      <w:r w:rsidR="0008482C" w:rsidRPr="00D026EA">
        <w:t>k</w:t>
      </w:r>
      <w:r w:rsidRPr="00D026EA">
        <w:t xml:space="preserve">okkuleppe lõppemisel oleks </w:t>
      </w:r>
      <w:r w:rsidR="0008482C" w:rsidRPr="00D026EA">
        <w:t>k</w:t>
      </w:r>
      <w:r w:rsidRPr="00D026EA">
        <w:t xml:space="preserve">asutusõiguse ala </w:t>
      </w:r>
      <w:r w:rsidR="0008482C" w:rsidRPr="00D026EA">
        <w:t>k</w:t>
      </w:r>
      <w:r w:rsidRPr="00D026EA">
        <w:t>okkuleppe kohase</w:t>
      </w:r>
      <w:r w:rsidR="00E80961" w:rsidRPr="00D026EA">
        <w:t>le</w:t>
      </w:r>
      <w:r w:rsidRPr="00D026EA">
        <w:t xml:space="preserve"> kasutamisele vastavas </w:t>
      </w:r>
      <w:r w:rsidR="00E80961" w:rsidRPr="00D026EA">
        <w:t>seisundis;</w:t>
      </w:r>
    </w:p>
    <w:p w14:paraId="7BDC7D4A" w14:textId="77777777" w:rsidR="00E80961" w:rsidRPr="00D026EA" w:rsidRDefault="00E80961" w:rsidP="00274661">
      <w:pPr>
        <w:pStyle w:val="Pealkiri31"/>
        <w:jc w:val="both"/>
      </w:pPr>
      <w:r w:rsidRPr="00D026EA">
        <w:lastRenderedPageBreak/>
        <w:t>tasuma isikliku kasutusõiguse seadmisel tasumisele kuulu</w:t>
      </w:r>
      <w:r w:rsidR="00272183" w:rsidRPr="00D026EA">
        <w:t>va notari tasu ja riigilõivu;</w:t>
      </w:r>
    </w:p>
    <w:p w14:paraId="54BF719F" w14:textId="5E1827CE" w:rsidR="00272183" w:rsidRPr="00D026EA" w:rsidRDefault="00473D12" w:rsidP="00274661">
      <w:pPr>
        <w:pStyle w:val="Pealkiri31"/>
        <w:jc w:val="both"/>
      </w:pPr>
      <w:r w:rsidRPr="00D026EA">
        <w:t>kooskõlas</w:t>
      </w:r>
      <w:r w:rsidR="00272183" w:rsidRPr="00D026EA">
        <w:t xml:space="preserve">tama </w:t>
      </w:r>
      <w:r w:rsidR="0008482C" w:rsidRPr="00D026EA">
        <w:t>o</w:t>
      </w:r>
      <w:r w:rsidRPr="00D026EA">
        <w:t>manikuga projekteerimisprotsessis</w:t>
      </w:r>
      <w:r w:rsidR="008F2A98" w:rsidRPr="00D026EA">
        <w:t xml:space="preserve"> </w:t>
      </w:r>
      <w:r w:rsidR="0008482C" w:rsidRPr="00D026EA">
        <w:t>k</w:t>
      </w:r>
      <w:r w:rsidR="00272183" w:rsidRPr="00D026EA">
        <w:t xml:space="preserve">asutusõiguse alaga seonduva </w:t>
      </w:r>
      <w:r w:rsidR="008F2A98" w:rsidRPr="00720AD1">
        <w:t>tee</w:t>
      </w:r>
      <w:r w:rsidR="00BB44F2">
        <w:t xml:space="preserve"> </w:t>
      </w:r>
      <w:r w:rsidR="008F2A98" w:rsidRPr="00720AD1">
        <w:t>ehitus</w:t>
      </w:r>
      <w:r w:rsidR="00BB44F2">
        <w:t>e</w:t>
      </w:r>
      <w:r w:rsidR="00D41935">
        <w:t xml:space="preserve"> </w:t>
      </w:r>
      <w:r w:rsidR="00272183" w:rsidRPr="00D026EA">
        <w:t>projektdokument</w:t>
      </w:r>
      <w:r w:rsidR="008F2A98" w:rsidRPr="00D026EA">
        <w:t>at</w:t>
      </w:r>
      <w:r w:rsidR="00272183" w:rsidRPr="00D026EA">
        <w:t xml:space="preserve">siooni. </w:t>
      </w:r>
    </w:p>
    <w:p w14:paraId="4F76D6C6" w14:textId="77777777" w:rsidR="00E80961" w:rsidRPr="00D026EA" w:rsidRDefault="00E80961" w:rsidP="00A04D3E">
      <w:pPr>
        <w:jc w:val="both"/>
        <w:rPr>
          <w:b/>
        </w:rPr>
      </w:pPr>
    </w:p>
    <w:p w14:paraId="1D1A46FE" w14:textId="77777777" w:rsidR="00E80961" w:rsidRPr="00964634" w:rsidRDefault="00E80961" w:rsidP="00964634">
      <w:pPr>
        <w:pStyle w:val="Pealkiri11"/>
        <w:rPr>
          <w:b/>
        </w:rPr>
      </w:pPr>
      <w:r w:rsidRPr="00964634">
        <w:rPr>
          <w:b/>
        </w:rPr>
        <w:t>Omaniku õigused ja kohustused</w:t>
      </w:r>
    </w:p>
    <w:p w14:paraId="67241D81" w14:textId="0AC0ADEF" w:rsidR="00A826BA" w:rsidRPr="00D026EA" w:rsidRDefault="00EA05D5" w:rsidP="008777C0">
      <w:pPr>
        <w:pStyle w:val="Pealkiri21"/>
        <w:jc w:val="both"/>
      </w:pPr>
      <w:r w:rsidRPr="00D026EA">
        <w:t xml:space="preserve">Omanikul on õigus teha </w:t>
      </w:r>
      <w:r w:rsidR="0008482C" w:rsidRPr="00D026EA">
        <w:t>k</w:t>
      </w:r>
      <w:r w:rsidRPr="00D026EA">
        <w:t xml:space="preserve">asutajale ettepanekuid vajalikel juhtudel </w:t>
      </w:r>
      <w:r w:rsidR="0008482C" w:rsidRPr="00D026EA">
        <w:t>k</w:t>
      </w:r>
      <w:r w:rsidRPr="00D026EA">
        <w:t>asutusõi</w:t>
      </w:r>
      <w:r w:rsidR="001C7477">
        <w:t xml:space="preserve">guse ala ajutiseks piiramiseks </w:t>
      </w:r>
      <w:r w:rsidRPr="00D026EA">
        <w:t>või sulgemiseks</w:t>
      </w:r>
      <w:r w:rsidR="008221EE" w:rsidRPr="00D026EA">
        <w:t>,</w:t>
      </w:r>
      <w:r w:rsidRPr="00D026EA">
        <w:t xml:space="preserve"> teatades sellisest vajadusest telefoni teel </w:t>
      </w:r>
      <w:r w:rsidR="008221EE" w:rsidRPr="00D026EA">
        <w:t xml:space="preserve">või e-postiga </w:t>
      </w:r>
      <w:r w:rsidR="0008482C" w:rsidRPr="00D026EA">
        <w:t>k</w:t>
      </w:r>
      <w:r w:rsidR="008221EE" w:rsidRPr="00D026EA">
        <w:t xml:space="preserve">asutajale ette 10 </w:t>
      </w:r>
      <w:r w:rsidR="00A66FBC">
        <w:t xml:space="preserve">(kümme) </w:t>
      </w:r>
      <w:r w:rsidRPr="00D026EA">
        <w:t>päeva</w:t>
      </w:r>
      <w:r w:rsidR="008777C0">
        <w:t>.</w:t>
      </w:r>
    </w:p>
    <w:p w14:paraId="024AFCDA" w14:textId="77777777" w:rsidR="00E80961" w:rsidRPr="00D026EA" w:rsidRDefault="00F5725D" w:rsidP="00274661">
      <w:pPr>
        <w:pStyle w:val="Pealkiri21"/>
        <w:jc w:val="both"/>
      </w:pPr>
      <w:r w:rsidRPr="00D026EA">
        <w:t>Omanik kohustub</w:t>
      </w:r>
      <w:r w:rsidR="008221EE" w:rsidRPr="00D026EA">
        <w:t>:</w:t>
      </w:r>
      <w:r w:rsidRPr="00D026EA">
        <w:t xml:space="preserve"> </w:t>
      </w:r>
    </w:p>
    <w:p w14:paraId="11D2EF2B" w14:textId="4E253BD6" w:rsidR="00216018" w:rsidRPr="00964634" w:rsidRDefault="00EA05D5" w:rsidP="00274661">
      <w:pPr>
        <w:pStyle w:val="Pealkiri31"/>
        <w:jc w:val="both"/>
        <w:rPr>
          <w:b/>
          <w:i/>
        </w:rPr>
      </w:pPr>
      <w:r w:rsidRPr="00D026EA">
        <w:t>m</w:t>
      </w:r>
      <w:r w:rsidR="00F5725D" w:rsidRPr="00D026EA">
        <w:t xml:space="preserve">itte tegema takistusi </w:t>
      </w:r>
      <w:r w:rsidR="0008482C" w:rsidRPr="00D026EA">
        <w:t>k</w:t>
      </w:r>
      <w:r w:rsidR="00F5725D" w:rsidRPr="00D026EA">
        <w:t xml:space="preserve">asutusõiguse </w:t>
      </w:r>
      <w:r w:rsidR="00E80961" w:rsidRPr="00D026EA">
        <w:t>ala haldamiseks ja kasutamiseks, sealhulgas eratee kasutamiseks</w:t>
      </w:r>
      <w:r w:rsidR="00C9163B">
        <w:t>;</w:t>
      </w:r>
    </w:p>
    <w:p w14:paraId="642E1266" w14:textId="77777777" w:rsidR="00F5725D" w:rsidRPr="00D026EA" w:rsidRDefault="00F5725D" w:rsidP="00274661">
      <w:pPr>
        <w:pStyle w:val="Pealkiri31"/>
        <w:jc w:val="both"/>
      </w:pPr>
      <w:r w:rsidRPr="00D026EA">
        <w:t xml:space="preserve">tagama </w:t>
      </w:r>
      <w:r w:rsidR="0008482C" w:rsidRPr="00D026EA">
        <w:t>k</w:t>
      </w:r>
      <w:r w:rsidRPr="00D026EA">
        <w:t xml:space="preserve">asutajale </w:t>
      </w:r>
      <w:r w:rsidR="0008482C" w:rsidRPr="00D026EA">
        <w:t>k</w:t>
      </w:r>
      <w:r w:rsidRPr="00D026EA">
        <w:t>asutusõiguse ala takistamatu kasutamise</w:t>
      </w:r>
      <w:r w:rsidR="00E80961" w:rsidRPr="00D026EA">
        <w:t xml:space="preserve"> vastavalt </w:t>
      </w:r>
      <w:r w:rsidR="00720AD1">
        <w:t>kokkuleppe</w:t>
      </w:r>
      <w:r w:rsidR="00E80961" w:rsidRPr="00D026EA">
        <w:t xml:space="preserve"> tingimustele;</w:t>
      </w:r>
    </w:p>
    <w:p w14:paraId="5684B25D" w14:textId="77777777" w:rsidR="00F5725D" w:rsidRPr="00D026EA" w:rsidRDefault="00F5725D" w:rsidP="00274661">
      <w:pPr>
        <w:pStyle w:val="Pealkiri31"/>
        <w:jc w:val="both"/>
      </w:pPr>
      <w:r w:rsidRPr="00D026EA">
        <w:t xml:space="preserve">kasutama </w:t>
      </w:r>
      <w:r w:rsidR="0008482C" w:rsidRPr="00D026EA">
        <w:t>k</w:t>
      </w:r>
      <w:r w:rsidRPr="00D026EA">
        <w:t>asutusõiguse ala heaperemehelikult ja tagama, e</w:t>
      </w:r>
      <w:r w:rsidR="00D91E95" w:rsidRPr="00D026EA">
        <w:t>t</w:t>
      </w:r>
      <w:r w:rsidRPr="00D026EA">
        <w:t xml:space="preserve"> tema tegevusest ei tekiks </w:t>
      </w:r>
      <w:r w:rsidR="0008482C" w:rsidRPr="00D026EA">
        <w:t>k</w:t>
      </w:r>
      <w:r w:rsidRPr="00D026EA">
        <w:t>asutusõiguse alale kahju ega kahjulikke mõjutusi keskkonnale</w:t>
      </w:r>
      <w:r w:rsidR="008221EE" w:rsidRPr="00D026EA">
        <w:t>;</w:t>
      </w:r>
    </w:p>
    <w:p w14:paraId="3BBB756C" w14:textId="5BE657D0" w:rsidR="00E80961" w:rsidRPr="00D026EA" w:rsidRDefault="00D91E95" w:rsidP="00274661">
      <w:pPr>
        <w:pStyle w:val="Pealkiri31"/>
        <w:jc w:val="both"/>
      </w:pPr>
      <w:r w:rsidRPr="00D026EA">
        <w:t xml:space="preserve">teatama </w:t>
      </w:r>
      <w:r w:rsidR="0008482C" w:rsidRPr="00D026EA">
        <w:t>k</w:t>
      </w:r>
      <w:r w:rsidRPr="00D026EA">
        <w:t xml:space="preserve">asutajale </w:t>
      </w:r>
      <w:r w:rsidR="00EA05D5" w:rsidRPr="00D026EA">
        <w:t>kirjalikult posti või e-posti teel</w:t>
      </w:r>
      <w:r w:rsidR="005F45CF" w:rsidRPr="00D026EA">
        <w:t xml:space="preserve"> </w:t>
      </w:r>
      <w:r w:rsidR="0008482C" w:rsidRPr="00D026EA">
        <w:t>k</w:t>
      </w:r>
      <w:r w:rsidR="005F45CF" w:rsidRPr="00D026EA">
        <w:t xml:space="preserve">innistu võõrandamisest, samuti kolmandate isikute õigustest </w:t>
      </w:r>
      <w:r w:rsidR="0008482C" w:rsidRPr="00D026EA">
        <w:t>k</w:t>
      </w:r>
      <w:r w:rsidR="005F45CF" w:rsidRPr="00D026EA">
        <w:t>asutusõiguse alale ühe kuu jooksul ala</w:t>
      </w:r>
      <w:r w:rsidR="008221EE" w:rsidRPr="00D026EA">
        <w:t>tes vastava lepingu sõlmimisest</w:t>
      </w:r>
      <w:r w:rsidR="002805DD">
        <w:t>.</w:t>
      </w:r>
      <w:r w:rsidR="005F45CF" w:rsidRPr="00D026EA">
        <w:t xml:space="preserve"> </w:t>
      </w:r>
    </w:p>
    <w:p w14:paraId="0F330298" w14:textId="77777777" w:rsidR="00445480" w:rsidRPr="00D026EA" w:rsidRDefault="00445480" w:rsidP="00A04D3E">
      <w:pPr>
        <w:jc w:val="both"/>
        <w:rPr>
          <w:b/>
        </w:rPr>
      </w:pPr>
    </w:p>
    <w:p w14:paraId="32F7452E" w14:textId="77777777" w:rsidR="00B43F72" w:rsidRPr="00964634" w:rsidRDefault="00B43F72" w:rsidP="00964634">
      <w:pPr>
        <w:pStyle w:val="Pealkiri11"/>
        <w:rPr>
          <w:b/>
        </w:rPr>
      </w:pPr>
      <w:r w:rsidRPr="00964634">
        <w:rPr>
          <w:b/>
        </w:rPr>
        <w:t>Kokkuleppe kehtivus</w:t>
      </w:r>
    </w:p>
    <w:p w14:paraId="5325C5E2" w14:textId="77777777" w:rsidR="00C43953" w:rsidRPr="00D026EA" w:rsidRDefault="00B43F72" w:rsidP="00964634">
      <w:pPr>
        <w:pStyle w:val="Pealkiri21"/>
      </w:pPr>
      <w:r w:rsidRPr="00D026EA">
        <w:t>K</w:t>
      </w:r>
      <w:r w:rsidR="00BF47E9" w:rsidRPr="00D026EA">
        <w:t xml:space="preserve">okkulepe kehtib kuni </w:t>
      </w:r>
      <w:r w:rsidR="0008482C" w:rsidRPr="00D026EA">
        <w:t>k</w:t>
      </w:r>
      <w:r w:rsidR="00BF47E9" w:rsidRPr="00D026EA">
        <w:t xml:space="preserve">innistu koormamiseni isikliku kasutusõigusega </w:t>
      </w:r>
      <w:r w:rsidR="0008482C" w:rsidRPr="00D026EA">
        <w:t>k</w:t>
      </w:r>
      <w:r w:rsidR="00BF47E9" w:rsidRPr="00D026EA">
        <w:t>asutaja kasuks, s.t sellekohase kande tegemisega kinnistusregistrisse.</w:t>
      </w:r>
    </w:p>
    <w:p w14:paraId="6B255693" w14:textId="77777777" w:rsidR="00BF47E9" w:rsidRPr="00D026EA" w:rsidRDefault="00BF47E9" w:rsidP="00964634">
      <w:pPr>
        <w:pStyle w:val="Pealkiri21"/>
      </w:pPr>
      <w:r w:rsidRPr="00D026EA">
        <w:t xml:space="preserve">Kokkuleppe täitmise </w:t>
      </w:r>
      <w:r w:rsidR="00F07B17" w:rsidRPr="00D026EA">
        <w:t>enne punktis 5.1</w:t>
      </w:r>
      <w:r w:rsidR="00EA05D5" w:rsidRPr="00D026EA">
        <w:t xml:space="preserve">. nimetatud kande tegemist </w:t>
      </w:r>
      <w:r w:rsidRPr="00D026EA">
        <w:t xml:space="preserve">võib lõpetada </w:t>
      </w:r>
      <w:r w:rsidR="0008482C" w:rsidRPr="00D026EA">
        <w:t>p</w:t>
      </w:r>
      <w:r w:rsidRPr="00D026EA">
        <w:t>oolte kokkuleppel.</w:t>
      </w:r>
    </w:p>
    <w:p w14:paraId="12773FB0" w14:textId="77777777" w:rsidR="00BF47E9" w:rsidRDefault="00BF47E9" w:rsidP="00964634">
      <w:pPr>
        <w:pStyle w:val="Pealkiri21"/>
      </w:pPr>
      <w:r w:rsidRPr="00D026EA">
        <w:t xml:space="preserve">Kasutajal on õigus nõuda </w:t>
      </w:r>
      <w:r w:rsidR="0008482C" w:rsidRPr="00D026EA">
        <w:t>k</w:t>
      </w:r>
      <w:r w:rsidRPr="00D026EA">
        <w:t xml:space="preserve">okkuleppe täitmise lõpetamist, kui </w:t>
      </w:r>
      <w:r w:rsidR="0008482C" w:rsidRPr="00D026EA">
        <w:t>o</w:t>
      </w:r>
      <w:r w:rsidRPr="00D026EA">
        <w:t xml:space="preserve">manik ei täida </w:t>
      </w:r>
      <w:r w:rsidR="0008482C" w:rsidRPr="00D026EA">
        <w:t>k</w:t>
      </w:r>
      <w:r w:rsidRPr="00D026EA">
        <w:t>okkuleppest tulenevaid tingimusi, mille tulemu</w:t>
      </w:r>
      <w:r w:rsidR="00F07B17" w:rsidRPr="00D026EA">
        <w:t xml:space="preserve">sena on takistatud </w:t>
      </w:r>
      <w:r w:rsidR="0008482C" w:rsidRPr="00D026EA">
        <w:t>k</w:t>
      </w:r>
      <w:r w:rsidR="00F07B17" w:rsidRPr="00D026EA">
        <w:t xml:space="preserve">asutusõiguse ala </w:t>
      </w:r>
      <w:r w:rsidRPr="00D026EA">
        <w:t xml:space="preserve">kasutamine </w:t>
      </w:r>
      <w:r w:rsidR="0008482C" w:rsidRPr="00D026EA">
        <w:t>k</w:t>
      </w:r>
      <w:r w:rsidRPr="00D026EA">
        <w:t xml:space="preserve">asutaja poolt vastavalt </w:t>
      </w:r>
      <w:r w:rsidR="0008482C" w:rsidRPr="00D026EA">
        <w:t>k</w:t>
      </w:r>
      <w:r w:rsidRPr="00D026EA">
        <w:t xml:space="preserve">okkuleppe tingimustele. </w:t>
      </w:r>
    </w:p>
    <w:p w14:paraId="03D30734" w14:textId="77777777" w:rsidR="00216018" w:rsidRDefault="00216018" w:rsidP="00A04D3E">
      <w:pPr>
        <w:jc w:val="both"/>
      </w:pPr>
    </w:p>
    <w:p w14:paraId="51C7F536" w14:textId="77777777" w:rsidR="00216018" w:rsidRPr="00964634" w:rsidRDefault="00216018" w:rsidP="00964634">
      <w:pPr>
        <w:pStyle w:val="Pealkiri11"/>
        <w:rPr>
          <w:b/>
        </w:rPr>
      </w:pPr>
      <w:r w:rsidRPr="00964634">
        <w:rPr>
          <w:b/>
        </w:rPr>
        <w:t>Poolte esindajad ja kontaktandmed</w:t>
      </w:r>
    </w:p>
    <w:p w14:paraId="0041153A" w14:textId="5671F89A" w:rsidR="00F67654" w:rsidRDefault="00F67654" w:rsidP="00B31720">
      <w:pPr>
        <w:pStyle w:val="Pealkiri11"/>
        <w:numPr>
          <w:ilvl w:val="0"/>
          <w:numId w:val="0"/>
        </w:numPr>
        <w:ind w:left="432"/>
      </w:pPr>
      <w:r>
        <w:t>6.1.</w:t>
      </w:r>
      <w:r>
        <w:rPr>
          <w:rFonts w:ascii="Arial" w:eastAsia="Arial" w:hAnsi="Arial" w:cs="Arial"/>
        </w:rPr>
        <w:t xml:space="preserve"> </w:t>
      </w:r>
      <w:r>
        <w:t>Kasutaja esindaja on RMK Kagu r</w:t>
      </w:r>
      <w:r w:rsidRPr="00BA28E7">
        <w:t>egiooni metsaülem Valga-, Põlva- ja Võrumaal</w:t>
      </w:r>
      <w:r>
        <w:t xml:space="preserve">  tel 504 5761 e-post </w:t>
      </w:r>
      <w:hyperlink r:id="rId9" w:history="1">
        <w:r w:rsidRPr="002A6638">
          <w:rPr>
            <w:rStyle w:val="Hperlink"/>
          </w:rPr>
          <w:t>tiit.timberg@rmk.ee</w:t>
        </w:r>
      </w:hyperlink>
    </w:p>
    <w:p w14:paraId="5BD802EC" w14:textId="77777777" w:rsidR="00F67654" w:rsidRDefault="00F67654" w:rsidP="00B31720">
      <w:pPr>
        <w:pStyle w:val="Pealkiri11"/>
        <w:numPr>
          <w:ilvl w:val="0"/>
          <w:numId w:val="0"/>
        </w:numPr>
      </w:pPr>
    </w:p>
    <w:p w14:paraId="5FB093E4" w14:textId="77777777" w:rsidR="00BF47E9" w:rsidRPr="00964634" w:rsidRDefault="00BF47E9" w:rsidP="00964634">
      <w:pPr>
        <w:pStyle w:val="Pealkiri11"/>
        <w:rPr>
          <w:b/>
        </w:rPr>
      </w:pPr>
      <w:r w:rsidRPr="00964634">
        <w:rPr>
          <w:b/>
        </w:rPr>
        <w:t>Poolte vastutus</w:t>
      </w:r>
    </w:p>
    <w:p w14:paraId="1426782F" w14:textId="77777777" w:rsidR="00BF47E9" w:rsidRPr="00D026EA" w:rsidRDefault="00BF47E9" w:rsidP="00274661">
      <w:pPr>
        <w:pStyle w:val="Pealkiri21"/>
        <w:jc w:val="both"/>
      </w:pPr>
      <w:r w:rsidRPr="00D026EA">
        <w:t xml:space="preserve">Pooled vastutavad </w:t>
      </w:r>
      <w:r w:rsidR="0008482C" w:rsidRPr="00D026EA">
        <w:t>k</w:t>
      </w:r>
      <w:r w:rsidRPr="00D026EA">
        <w:t>okkuleppe mittetäitmise või osalise mittetäitmise eest õigusaktidega ettenähtud korras.</w:t>
      </w:r>
    </w:p>
    <w:p w14:paraId="22DD5B33" w14:textId="77777777" w:rsidR="00BF47E9" w:rsidRPr="00D026EA" w:rsidRDefault="00DA41CA" w:rsidP="00274661">
      <w:pPr>
        <w:pStyle w:val="Pealkiri21"/>
        <w:jc w:val="both"/>
      </w:pPr>
      <w:r w:rsidRPr="00D026EA">
        <w:t>Kokkuleppe mittet</w:t>
      </w:r>
      <w:r w:rsidR="00BF47E9" w:rsidRPr="00D026EA">
        <w:t xml:space="preserve">äitmise eest, kui mittetäitmine </w:t>
      </w:r>
      <w:r w:rsidR="00F14A2E" w:rsidRPr="00D026EA">
        <w:t xml:space="preserve">põhjustas teisele </w:t>
      </w:r>
      <w:r w:rsidR="0008482C" w:rsidRPr="00D026EA">
        <w:t>p</w:t>
      </w:r>
      <w:r w:rsidR="00F14A2E" w:rsidRPr="00D026EA">
        <w:t xml:space="preserve">oolele kahju, vastutavad </w:t>
      </w:r>
      <w:r w:rsidR="0008482C" w:rsidRPr="00D026EA">
        <w:t>p</w:t>
      </w:r>
      <w:r w:rsidR="00F14A2E" w:rsidRPr="00D026EA">
        <w:t>ooled põhjustatud kahju eest täies ulatuses.</w:t>
      </w:r>
    </w:p>
    <w:p w14:paraId="210068E1" w14:textId="77777777" w:rsidR="005F45CF" w:rsidRPr="00D026EA" w:rsidRDefault="005F45CF" w:rsidP="00A04D3E">
      <w:pPr>
        <w:jc w:val="both"/>
      </w:pPr>
    </w:p>
    <w:p w14:paraId="27C43FCE" w14:textId="77777777" w:rsidR="005F45CF" w:rsidRPr="00964634" w:rsidRDefault="005F45CF" w:rsidP="00964634">
      <w:pPr>
        <w:pStyle w:val="Pealkiri11"/>
        <w:rPr>
          <w:b/>
        </w:rPr>
      </w:pPr>
      <w:r w:rsidRPr="00964634">
        <w:rPr>
          <w:b/>
        </w:rPr>
        <w:t>Lõppsätted</w:t>
      </w:r>
    </w:p>
    <w:p w14:paraId="2ED080ED" w14:textId="77777777" w:rsidR="00FE7BDE" w:rsidRPr="00D026EA" w:rsidRDefault="00FE7BDE" w:rsidP="00274661">
      <w:pPr>
        <w:pStyle w:val="Pealkiri21"/>
        <w:jc w:val="both"/>
      </w:pPr>
      <w:r w:rsidRPr="00D026EA">
        <w:t>Pooled k</w:t>
      </w:r>
      <w:r w:rsidR="008C37C0" w:rsidRPr="00D026EA">
        <w:t>ohustuvad</w:t>
      </w:r>
      <w:r w:rsidRPr="00D026EA">
        <w:t xml:space="preserve"> hoidma konfidentsiaalsena kõik seoses </w:t>
      </w:r>
      <w:r w:rsidR="0008482C" w:rsidRPr="00D026EA">
        <w:t xml:space="preserve">kokkuleppe </w:t>
      </w:r>
      <w:r w:rsidRPr="00D026EA">
        <w:t xml:space="preserve"> täitmisega teatavaks saanud isikuandmed, samuti usalduslikud ning ärisaladusteks peetavad andmed.</w:t>
      </w:r>
    </w:p>
    <w:p w14:paraId="0FEEDBB1" w14:textId="77777777" w:rsidR="005F45CF" w:rsidRDefault="005F45CF" w:rsidP="00274661">
      <w:pPr>
        <w:pStyle w:val="Pealkiri21"/>
        <w:jc w:val="both"/>
      </w:pPr>
      <w:r w:rsidRPr="00D026EA">
        <w:t xml:space="preserve">Kõik </w:t>
      </w:r>
      <w:r w:rsidR="0008482C" w:rsidRPr="00D026EA">
        <w:t>k</w:t>
      </w:r>
      <w:r w:rsidRPr="00D026EA">
        <w:t>okkuleppe muudatused sõlmitakse kirjalikult ja vormistatakse kokkuleppe lisana.</w:t>
      </w:r>
    </w:p>
    <w:p w14:paraId="596ED5BD" w14:textId="21B0AC08" w:rsidR="00046AEA" w:rsidRDefault="00000000" w:rsidP="00046AEA">
      <w:pPr>
        <w:pStyle w:val="Pealkiri21"/>
      </w:pPr>
      <w:sdt>
        <w:sdtPr>
          <w:id w:val="-802771011"/>
          <w:placeholder>
            <w:docPart w:val="CAE4D99C8E6D4365888779F03D13C7E8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Content>
          <w:r w:rsidR="00F52ADA">
            <w:t>Kokkulepe on allkirjastatud digitaalselt.</w:t>
          </w:r>
        </w:sdtContent>
      </w:sdt>
    </w:p>
    <w:p w14:paraId="0C0A9598" w14:textId="77777777" w:rsidR="00964634" w:rsidRDefault="00964634" w:rsidP="00A04D3E">
      <w:pPr>
        <w:jc w:val="both"/>
      </w:pPr>
    </w:p>
    <w:p w14:paraId="6FBB300C" w14:textId="77777777" w:rsidR="00FB5BA2" w:rsidRDefault="00FB5BA2" w:rsidP="00A04D3E">
      <w:pPr>
        <w:jc w:val="both"/>
        <w:rPr>
          <w:b/>
        </w:rPr>
      </w:pPr>
    </w:p>
    <w:p w14:paraId="7B2F2E66" w14:textId="77777777" w:rsidR="00FB5BA2" w:rsidRDefault="00FB5BA2" w:rsidP="00A04D3E">
      <w:pPr>
        <w:jc w:val="both"/>
        <w:rPr>
          <w:b/>
        </w:rPr>
      </w:pPr>
    </w:p>
    <w:p w14:paraId="683519D7" w14:textId="77777777" w:rsidR="00780E8D" w:rsidRDefault="00780E8D" w:rsidP="00A04D3E">
      <w:pPr>
        <w:jc w:val="both"/>
        <w:rPr>
          <w:b/>
        </w:rPr>
      </w:pPr>
    </w:p>
    <w:p w14:paraId="3C65B73C" w14:textId="77777777" w:rsidR="00780E8D" w:rsidRDefault="00780E8D" w:rsidP="00A04D3E">
      <w:pPr>
        <w:jc w:val="both"/>
        <w:rPr>
          <w:b/>
        </w:rPr>
      </w:pPr>
    </w:p>
    <w:p w14:paraId="6A77A99A" w14:textId="77777777" w:rsidR="00784FB5" w:rsidRDefault="00784FB5" w:rsidP="00A04D3E">
      <w:pPr>
        <w:jc w:val="both"/>
        <w:rPr>
          <w:b/>
        </w:rPr>
      </w:pPr>
    </w:p>
    <w:p w14:paraId="55ED5A5C" w14:textId="77777777" w:rsidR="00784FB5" w:rsidRDefault="00784FB5" w:rsidP="00A04D3E">
      <w:pPr>
        <w:jc w:val="both"/>
        <w:rPr>
          <w:b/>
        </w:rPr>
      </w:pPr>
    </w:p>
    <w:p w14:paraId="5C13EA93" w14:textId="0BB26585" w:rsidR="00A04D3E" w:rsidRPr="00D026EA" w:rsidRDefault="00216018" w:rsidP="00A04D3E">
      <w:pPr>
        <w:jc w:val="both"/>
        <w:rPr>
          <w:b/>
        </w:rPr>
      </w:pPr>
      <w:r>
        <w:rPr>
          <w:b/>
        </w:rPr>
        <w:t>Poolte andmed ja allkirjad</w:t>
      </w:r>
    </w:p>
    <w:p w14:paraId="031AFC6C" w14:textId="77777777" w:rsidR="00964634" w:rsidRDefault="00964634" w:rsidP="00A04D3E">
      <w:pPr>
        <w:jc w:val="both"/>
        <w:rPr>
          <w:i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964634" w14:paraId="6F7F76F1" w14:textId="77777777" w:rsidTr="00964634">
        <w:tc>
          <w:tcPr>
            <w:tcW w:w="4148" w:type="dxa"/>
          </w:tcPr>
          <w:p w14:paraId="3D5267BE" w14:textId="77777777" w:rsidR="00964634" w:rsidRPr="008C6C20" w:rsidRDefault="00964634" w:rsidP="00A04D3E">
            <w:pPr>
              <w:jc w:val="both"/>
              <w:rPr>
                <w:b/>
              </w:rPr>
            </w:pPr>
            <w:r>
              <w:rPr>
                <w:b/>
              </w:rPr>
              <w:t>RMK</w:t>
            </w:r>
          </w:p>
        </w:tc>
        <w:tc>
          <w:tcPr>
            <w:tcW w:w="4148" w:type="dxa"/>
          </w:tcPr>
          <w:p w14:paraId="1D62B9D2" w14:textId="77777777" w:rsidR="00964634" w:rsidRPr="008C6C20" w:rsidRDefault="00964634" w:rsidP="00A04D3E">
            <w:pPr>
              <w:jc w:val="both"/>
              <w:rPr>
                <w:b/>
              </w:rPr>
            </w:pPr>
            <w:r w:rsidRPr="00D026EA">
              <w:rPr>
                <w:b/>
              </w:rPr>
              <w:t>Omanik</w:t>
            </w:r>
          </w:p>
        </w:tc>
      </w:tr>
      <w:tr w:rsidR="00964634" w14:paraId="4911BB30" w14:textId="77777777" w:rsidTr="00964634">
        <w:tc>
          <w:tcPr>
            <w:tcW w:w="4148" w:type="dxa"/>
          </w:tcPr>
          <w:p w14:paraId="0802EA99" w14:textId="77777777" w:rsidR="00964634" w:rsidRDefault="00964634" w:rsidP="00A04D3E">
            <w:pPr>
              <w:jc w:val="both"/>
            </w:pPr>
          </w:p>
        </w:tc>
        <w:tc>
          <w:tcPr>
            <w:tcW w:w="4148" w:type="dxa"/>
          </w:tcPr>
          <w:p w14:paraId="72EEAA8C" w14:textId="77777777" w:rsidR="00964634" w:rsidRDefault="00964634" w:rsidP="00A04D3E">
            <w:pPr>
              <w:jc w:val="both"/>
            </w:pPr>
          </w:p>
        </w:tc>
      </w:tr>
      <w:tr w:rsidR="00964634" w14:paraId="3D836BA0" w14:textId="77777777" w:rsidTr="00964634">
        <w:tc>
          <w:tcPr>
            <w:tcW w:w="4148" w:type="dxa"/>
          </w:tcPr>
          <w:p w14:paraId="484703DE" w14:textId="77777777" w:rsidR="00964634" w:rsidRPr="008C6C20" w:rsidRDefault="00964634" w:rsidP="00A211BD">
            <w:pPr>
              <w:tabs>
                <w:tab w:val="left" w:pos="4320"/>
              </w:tabs>
              <w:jc w:val="both"/>
            </w:pPr>
            <w:r w:rsidRPr="008C6C20">
              <w:t>Riigimetsa Majandamise Keskus</w:t>
            </w:r>
          </w:p>
        </w:tc>
        <w:tc>
          <w:tcPr>
            <w:tcW w:w="4148" w:type="dxa"/>
          </w:tcPr>
          <w:p w14:paraId="676C36E9" w14:textId="4CA2B265" w:rsidR="00964634" w:rsidRPr="008C6C20" w:rsidRDefault="00514EB3" w:rsidP="00A04D3E">
            <w:pPr>
              <w:jc w:val="both"/>
            </w:pPr>
            <w:r w:rsidRPr="00514EB3">
              <w:t>Osaühing Valga Puu</w:t>
            </w:r>
          </w:p>
        </w:tc>
      </w:tr>
      <w:tr w:rsidR="00964634" w14:paraId="3D4140D6" w14:textId="77777777" w:rsidTr="00964634">
        <w:tc>
          <w:tcPr>
            <w:tcW w:w="4148" w:type="dxa"/>
          </w:tcPr>
          <w:p w14:paraId="75C4B0F0" w14:textId="77777777" w:rsidR="00964634" w:rsidRDefault="00964634" w:rsidP="00A211BD">
            <w:pPr>
              <w:tabs>
                <w:tab w:val="left" w:pos="4320"/>
              </w:tabs>
              <w:jc w:val="both"/>
            </w:pPr>
            <w:r w:rsidRPr="008C6C20">
              <w:t>Registrikood 70004459</w:t>
            </w:r>
          </w:p>
        </w:tc>
        <w:tc>
          <w:tcPr>
            <w:tcW w:w="4148" w:type="dxa"/>
          </w:tcPr>
          <w:p w14:paraId="15C4E2E6" w14:textId="1BDD2610" w:rsidR="00964634" w:rsidRPr="008C6C20" w:rsidRDefault="0050053C" w:rsidP="002045EA">
            <w:pPr>
              <w:jc w:val="both"/>
            </w:pPr>
            <w:r w:rsidRPr="0050053C">
              <w:t>Registrikood</w:t>
            </w:r>
            <w:r w:rsidR="00964634" w:rsidRPr="008C6C20">
              <w:t xml:space="preserve"> </w:t>
            </w:r>
            <w:r w:rsidR="00514EB3" w:rsidRPr="00514EB3">
              <w:t>10600304</w:t>
            </w:r>
          </w:p>
        </w:tc>
      </w:tr>
      <w:tr w:rsidR="00964634" w14:paraId="13484968" w14:textId="77777777" w:rsidTr="00964634">
        <w:tc>
          <w:tcPr>
            <w:tcW w:w="4148" w:type="dxa"/>
          </w:tcPr>
          <w:p w14:paraId="66FB2F90" w14:textId="77777777" w:rsidR="006626A0" w:rsidRDefault="00274661" w:rsidP="00A211BD">
            <w:pPr>
              <w:tabs>
                <w:tab w:val="left" w:pos="4320"/>
              </w:tabs>
              <w:jc w:val="both"/>
            </w:pPr>
            <w:r>
              <w:t xml:space="preserve">Mõisa/3, </w:t>
            </w:r>
            <w:r w:rsidR="006626A0">
              <w:t xml:space="preserve">Sagadi küla, </w:t>
            </w:r>
            <w:r w:rsidR="00ED318D">
              <w:t>Haljala</w:t>
            </w:r>
            <w:r w:rsidR="00CC7ED3">
              <w:t xml:space="preserve"> vald</w:t>
            </w:r>
          </w:p>
          <w:p w14:paraId="1CB70500" w14:textId="77777777" w:rsidR="00560C38" w:rsidRDefault="00560C38" w:rsidP="00560C38">
            <w:pPr>
              <w:tabs>
                <w:tab w:val="left" w:pos="4320"/>
              </w:tabs>
              <w:jc w:val="both"/>
            </w:pPr>
            <w:r>
              <w:t>45403 Lääne-Viru maakond</w:t>
            </w:r>
          </w:p>
          <w:p w14:paraId="3447872D" w14:textId="77777777" w:rsidR="00560C38" w:rsidRDefault="00560C38" w:rsidP="00560C38">
            <w:pPr>
              <w:tabs>
                <w:tab w:val="left" w:pos="4320"/>
              </w:tabs>
              <w:jc w:val="both"/>
            </w:pPr>
            <w:r>
              <w:t>Tel 676 7500</w:t>
            </w:r>
          </w:p>
          <w:p w14:paraId="37198956" w14:textId="3AF5752E" w:rsidR="00560C38" w:rsidRDefault="00560C38" w:rsidP="00560C38">
            <w:pPr>
              <w:tabs>
                <w:tab w:val="left" w:pos="4320"/>
              </w:tabs>
              <w:jc w:val="both"/>
            </w:pPr>
            <w:r>
              <w:t xml:space="preserve">E-post </w:t>
            </w:r>
            <w:hyperlink r:id="rId10" w:history="1">
              <w:r w:rsidR="0060249D" w:rsidRPr="003B5F64">
                <w:rPr>
                  <w:rStyle w:val="Hperlink"/>
                </w:rPr>
                <w:t>rmk@rmk.ee</w:t>
              </w:r>
            </w:hyperlink>
          </w:p>
          <w:p w14:paraId="73B3B4A0" w14:textId="77777777" w:rsidR="0060249D" w:rsidRDefault="0060249D" w:rsidP="00560C38">
            <w:pPr>
              <w:tabs>
                <w:tab w:val="left" w:pos="4320"/>
              </w:tabs>
              <w:jc w:val="both"/>
            </w:pPr>
          </w:p>
          <w:p w14:paraId="0B611CD3" w14:textId="77777777" w:rsidR="00560C38" w:rsidRPr="008C6C20" w:rsidRDefault="00560C38" w:rsidP="00A211BD">
            <w:pPr>
              <w:tabs>
                <w:tab w:val="left" w:pos="4320"/>
              </w:tabs>
              <w:jc w:val="both"/>
            </w:pPr>
          </w:p>
        </w:tc>
        <w:tc>
          <w:tcPr>
            <w:tcW w:w="4148" w:type="dxa"/>
          </w:tcPr>
          <w:p w14:paraId="22FDAC85" w14:textId="77777777" w:rsidR="00172050" w:rsidRDefault="00172050" w:rsidP="00560C38">
            <w:pPr>
              <w:jc w:val="both"/>
            </w:pPr>
            <w:r w:rsidRPr="00172050">
              <w:t>Palu, Kulli küla, Tõrva vald, Valga maakond, 68401</w:t>
            </w:r>
          </w:p>
          <w:p w14:paraId="650FAC17" w14:textId="5C37DA76" w:rsidR="00560C38" w:rsidRDefault="00560C38" w:rsidP="00560C38">
            <w:pPr>
              <w:jc w:val="both"/>
            </w:pPr>
            <w:r>
              <w:t xml:space="preserve">Tel </w:t>
            </w:r>
            <w:r w:rsidR="007854B9" w:rsidRPr="007854B9">
              <w:t>+372 56605787</w:t>
            </w:r>
          </w:p>
          <w:p w14:paraId="720AF76C" w14:textId="5D9A0F55" w:rsidR="001060F8" w:rsidRDefault="00560C38" w:rsidP="00560C38">
            <w:pPr>
              <w:jc w:val="both"/>
            </w:pPr>
            <w:r>
              <w:t xml:space="preserve">E-post </w:t>
            </w:r>
            <w:hyperlink r:id="rId11" w:history="1">
              <w:r w:rsidR="00726CDA" w:rsidRPr="00486826">
                <w:rPr>
                  <w:rStyle w:val="Hperlink"/>
                </w:rPr>
                <w:t>info@valgapuu.ee</w:t>
              </w:r>
            </w:hyperlink>
          </w:p>
          <w:p w14:paraId="3CBB2A11" w14:textId="77777777" w:rsidR="00726CDA" w:rsidRDefault="00726CDA" w:rsidP="00560C38">
            <w:pPr>
              <w:jc w:val="both"/>
            </w:pPr>
          </w:p>
          <w:p w14:paraId="279B7E48" w14:textId="5778BBA0" w:rsidR="00964634" w:rsidRPr="008C6C20" w:rsidRDefault="00560C38" w:rsidP="00A04D3E">
            <w:pPr>
              <w:jc w:val="both"/>
            </w:pPr>
            <w:r w:rsidRPr="00560C38">
              <w:t xml:space="preserve">  </w:t>
            </w:r>
          </w:p>
        </w:tc>
      </w:tr>
      <w:tr w:rsidR="00964634" w14:paraId="7FE73D60" w14:textId="77777777" w:rsidTr="006C6F86">
        <w:trPr>
          <w:trHeight w:val="98"/>
        </w:trPr>
        <w:tc>
          <w:tcPr>
            <w:tcW w:w="4148" w:type="dxa"/>
          </w:tcPr>
          <w:p w14:paraId="5734C590" w14:textId="7AF6DBB1" w:rsidR="00964634" w:rsidRPr="008C6C20" w:rsidRDefault="00964634" w:rsidP="00A211BD">
            <w:pPr>
              <w:tabs>
                <w:tab w:val="left" w:pos="4320"/>
              </w:tabs>
              <w:jc w:val="both"/>
            </w:pPr>
          </w:p>
        </w:tc>
        <w:tc>
          <w:tcPr>
            <w:tcW w:w="4148" w:type="dxa"/>
          </w:tcPr>
          <w:p w14:paraId="1E8C1AA7" w14:textId="7A9BDE74" w:rsidR="00964634" w:rsidRPr="008C6C20" w:rsidRDefault="00964634" w:rsidP="00A04D3E">
            <w:pPr>
              <w:jc w:val="both"/>
            </w:pPr>
          </w:p>
        </w:tc>
      </w:tr>
      <w:tr w:rsidR="00964634" w14:paraId="1273BAC7" w14:textId="77777777" w:rsidTr="00964634">
        <w:tc>
          <w:tcPr>
            <w:tcW w:w="4148" w:type="dxa"/>
          </w:tcPr>
          <w:p w14:paraId="29CBA9C7" w14:textId="77777777" w:rsidR="00BB0EC7" w:rsidRDefault="00BB0EC7" w:rsidP="00A211BD">
            <w:pPr>
              <w:jc w:val="both"/>
            </w:pPr>
          </w:p>
        </w:tc>
        <w:tc>
          <w:tcPr>
            <w:tcW w:w="4148" w:type="dxa"/>
          </w:tcPr>
          <w:p w14:paraId="053D0EF7" w14:textId="1BE6F6FE" w:rsidR="00F829AD" w:rsidRPr="008C6C20" w:rsidRDefault="00F829AD" w:rsidP="00964634">
            <w:pPr>
              <w:tabs>
                <w:tab w:val="left" w:pos="4320"/>
              </w:tabs>
              <w:jc w:val="both"/>
            </w:pPr>
          </w:p>
        </w:tc>
      </w:tr>
      <w:tr w:rsidR="00964634" w14:paraId="1E1B93D5" w14:textId="77777777" w:rsidTr="00964634">
        <w:tc>
          <w:tcPr>
            <w:tcW w:w="4148" w:type="dxa"/>
          </w:tcPr>
          <w:p w14:paraId="7CD11BBD" w14:textId="77777777" w:rsidR="00964634" w:rsidRDefault="00964634" w:rsidP="00A04D3E">
            <w:pPr>
              <w:jc w:val="both"/>
            </w:pPr>
          </w:p>
        </w:tc>
        <w:tc>
          <w:tcPr>
            <w:tcW w:w="4148" w:type="dxa"/>
          </w:tcPr>
          <w:p w14:paraId="7D220B61" w14:textId="0301A69D" w:rsidR="002B549F" w:rsidRDefault="002B549F" w:rsidP="00A04D3E">
            <w:pPr>
              <w:jc w:val="both"/>
            </w:pPr>
          </w:p>
        </w:tc>
      </w:tr>
      <w:tr w:rsidR="00964634" w14:paraId="14083685" w14:textId="77777777" w:rsidTr="00964634">
        <w:tc>
          <w:tcPr>
            <w:tcW w:w="4148" w:type="dxa"/>
          </w:tcPr>
          <w:p w14:paraId="23031524" w14:textId="77777777" w:rsidR="00964634" w:rsidRDefault="00964634" w:rsidP="00964634">
            <w:pPr>
              <w:jc w:val="both"/>
            </w:pPr>
          </w:p>
        </w:tc>
        <w:tc>
          <w:tcPr>
            <w:tcW w:w="4148" w:type="dxa"/>
          </w:tcPr>
          <w:p w14:paraId="484ED9D9" w14:textId="77777777" w:rsidR="00964634" w:rsidRDefault="00964634" w:rsidP="00964634">
            <w:pPr>
              <w:jc w:val="both"/>
            </w:pPr>
          </w:p>
        </w:tc>
      </w:tr>
      <w:tr w:rsidR="00964634" w14:paraId="46CC85AA" w14:textId="77777777" w:rsidTr="00964634">
        <w:tc>
          <w:tcPr>
            <w:tcW w:w="4148" w:type="dxa"/>
          </w:tcPr>
          <w:p w14:paraId="1A205A3F" w14:textId="7A72156D" w:rsidR="00964634" w:rsidRDefault="00000000" w:rsidP="00964634">
            <w:pPr>
              <w:jc w:val="both"/>
            </w:pPr>
            <w:sdt>
              <w:sdtPr>
                <w:id w:val="-1119672216"/>
                <w:placeholder>
                  <w:docPart w:val="1F33F6E5548C4DE5928A6356007A8BE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F52ADA">
                  <w:t>(allkirjastatud digitaalselt)</w:t>
                </w:r>
              </w:sdtContent>
            </w:sdt>
          </w:p>
        </w:tc>
        <w:tc>
          <w:tcPr>
            <w:tcW w:w="4148" w:type="dxa"/>
          </w:tcPr>
          <w:p w14:paraId="6632D2C4" w14:textId="3AF4CDAE" w:rsidR="00964634" w:rsidRDefault="00000000" w:rsidP="00964634">
            <w:pPr>
              <w:jc w:val="both"/>
            </w:pPr>
            <w:sdt>
              <w:sdtPr>
                <w:id w:val="861628443"/>
                <w:placeholder>
                  <w:docPart w:val="3555B9AA91BB4CFC8E39BF3EE260FF7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2B549F">
                  <w:t>(allkirjastatud digitaalselt)</w:t>
                </w:r>
              </w:sdtContent>
            </w:sdt>
          </w:p>
        </w:tc>
      </w:tr>
      <w:tr w:rsidR="00964634" w14:paraId="780C59E9" w14:textId="77777777" w:rsidTr="00964634">
        <w:tc>
          <w:tcPr>
            <w:tcW w:w="4148" w:type="dxa"/>
          </w:tcPr>
          <w:p w14:paraId="2F30AA25" w14:textId="77777777" w:rsidR="00964634" w:rsidRDefault="00964634" w:rsidP="00964634">
            <w:pPr>
              <w:jc w:val="both"/>
            </w:pPr>
          </w:p>
        </w:tc>
        <w:tc>
          <w:tcPr>
            <w:tcW w:w="4148" w:type="dxa"/>
          </w:tcPr>
          <w:p w14:paraId="78FC09AE" w14:textId="77777777" w:rsidR="00964634" w:rsidRDefault="00964634" w:rsidP="00964634">
            <w:pPr>
              <w:jc w:val="both"/>
            </w:pPr>
          </w:p>
        </w:tc>
      </w:tr>
      <w:tr w:rsidR="00964634" w14:paraId="5B1B537C" w14:textId="77777777" w:rsidTr="00964634">
        <w:tc>
          <w:tcPr>
            <w:tcW w:w="4148" w:type="dxa"/>
          </w:tcPr>
          <w:p w14:paraId="0CE229AC" w14:textId="77777777" w:rsidR="00964634" w:rsidRDefault="00964634" w:rsidP="00964634">
            <w:pPr>
              <w:jc w:val="both"/>
            </w:pPr>
          </w:p>
        </w:tc>
        <w:tc>
          <w:tcPr>
            <w:tcW w:w="4148" w:type="dxa"/>
          </w:tcPr>
          <w:p w14:paraId="5B655FDC" w14:textId="77777777" w:rsidR="00964634" w:rsidRDefault="00964634" w:rsidP="00964634">
            <w:pPr>
              <w:jc w:val="both"/>
            </w:pPr>
          </w:p>
        </w:tc>
      </w:tr>
      <w:tr w:rsidR="00964634" w14:paraId="4095E7F6" w14:textId="77777777" w:rsidTr="00964634">
        <w:tc>
          <w:tcPr>
            <w:tcW w:w="4148" w:type="dxa"/>
          </w:tcPr>
          <w:p w14:paraId="425EB0B6" w14:textId="58848E73" w:rsidR="00964634" w:rsidRDefault="00F52ADA" w:rsidP="00964634">
            <w:pPr>
              <w:jc w:val="both"/>
            </w:pPr>
            <w:r>
              <w:t>Tiit Timberg</w:t>
            </w:r>
          </w:p>
        </w:tc>
        <w:tc>
          <w:tcPr>
            <w:tcW w:w="4148" w:type="dxa"/>
          </w:tcPr>
          <w:p w14:paraId="45AE08D7" w14:textId="3978FCF3" w:rsidR="002B549F" w:rsidRDefault="004D6AA9" w:rsidP="00964634">
            <w:pPr>
              <w:jc w:val="both"/>
            </w:pPr>
            <w:r w:rsidRPr="004D6AA9">
              <w:t>Andres Olesk</w:t>
            </w:r>
          </w:p>
        </w:tc>
      </w:tr>
    </w:tbl>
    <w:p w14:paraId="51F0A9A0" w14:textId="77777777" w:rsidR="00964634" w:rsidRPr="00964634" w:rsidRDefault="00964634" w:rsidP="00A04D3E">
      <w:pPr>
        <w:jc w:val="both"/>
      </w:pPr>
    </w:p>
    <w:sectPr w:rsidR="00964634" w:rsidRPr="00964634" w:rsidSect="001A1956">
      <w:type w:val="continuous"/>
      <w:pgSz w:w="11906" w:h="16838"/>
      <w:pgMar w:top="1440" w:right="1800" w:bottom="1440" w:left="1800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D32A3" w14:textId="77777777" w:rsidR="004A0D3A" w:rsidRDefault="004A0D3A">
      <w:r>
        <w:separator/>
      </w:r>
    </w:p>
  </w:endnote>
  <w:endnote w:type="continuationSeparator" w:id="0">
    <w:p w14:paraId="52A2D36F" w14:textId="77777777" w:rsidR="004A0D3A" w:rsidRDefault="004A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3E0D7" w14:textId="77777777" w:rsidR="004A0D3A" w:rsidRDefault="004A0D3A">
      <w:r>
        <w:separator/>
      </w:r>
    </w:p>
  </w:footnote>
  <w:footnote w:type="continuationSeparator" w:id="0">
    <w:p w14:paraId="161282EC" w14:textId="77777777" w:rsidR="004A0D3A" w:rsidRDefault="004A0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D4026" w14:textId="77777777" w:rsidR="00246824" w:rsidRDefault="00246824" w:rsidP="00C7299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272B5D6" w14:textId="77777777" w:rsidR="00246824" w:rsidRDefault="0024682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3882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15FE43E" w14:textId="0DBAEE54" w:rsidR="008C6C20" w:rsidRPr="001A1956" w:rsidRDefault="008C6C20" w:rsidP="008C6C20">
        <w:pPr>
          <w:pStyle w:val="Pis"/>
          <w:tabs>
            <w:tab w:val="clear" w:pos="4320"/>
            <w:tab w:val="center" w:pos="2977"/>
          </w:tabs>
          <w:jc w:val="right"/>
          <w:rPr>
            <w:rFonts w:ascii="Arial" w:hAnsi="Arial" w:cs="Arial"/>
            <w:b/>
            <w:sz w:val="17"/>
            <w:szCs w:val="17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1A3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ab/>
        </w:r>
      </w:p>
      <w:p w14:paraId="46C3F2D1" w14:textId="77777777" w:rsidR="008C6C20" w:rsidRDefault="00000000" w:rsidP="008C6C20">
        <w:pPr>
          <w:pStyle w:val="Pis"/>
          <w:tabs>
            <w:tab w:val="clear" w:pos="4320"/>
            <w:tab w:val="center" w:pos="4962"/>
          </w:tabs>
          <w:jc w:val="center"/>
        </w:pPr>
      </w:p>
    </w:sdtContent>
  </w:sdt>
  <w:p w14:paraId="66472306" w14:textId="77777777" w:rsidR="00246824" w:rsidRPr="001A1956" w:rsidRDefault="00246824" w:rsidP="008C6C20">
    <w:pPr>
      <w:pStyle w:val="Pis"/>
      <w:jc w:val="right"/>
      <w:rPr>
        <w:rFonts w:ascii="Arial" w:hAnsi="Arial" w:cs="Arial"/>
        <w:b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C513F"/>
    <w:multiLevelType w:val="multilevel"/>
    <w:tmpl w:val="5C7EA6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" w15:restartNumberingAfterBreak="0">
    <w:nsid w:val="1D916DF5"/>
    <w:multiLevelType w:val="multilevel"/>
    <w:tmpl w:val="7A42D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381254"/>
    <w:multiLevelType w:val="multilevel"/>
    <w:tmpl w:val="8DA0CEE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96B1C9B"/>
    <w:multiLevelType w:val="multilevel"/>
    <w:tmpl w:val="5AD8909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E344245"/>
    <w:multiLevelType w:val="multilevel"/>
    <w:tmpl w:val="2A7E7A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3591D65"/>
    <w:multiLevelType w:val="multilevel"/>
    <w:tmpl w:val="C72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6E5236C"/>
    <w:multiLevelType w:val="multilevel"/>
    <w:tmpl w:val="232C97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A08054F"/>
    <w:multiLevelType w:val="multilevel"/>
    <w:tmpl w:val="A3B293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FE75222"/>
    <w:multiLevelType w:val="multilevel"/>
    <w:tmpl w:val="609A672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F0F1C97"/>
    <w:multiLevelType w:val="multilevel"/>
    <w:tmpl w:val="EAF68E6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0" w15:restartNumberingAfterBreak="0">
    <w:nsid w:val="66227F4E"/>
    <w:multiLevelType w:val="multilevel"/>
    <w:tmpl w:val="5C36EB7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667F59C3"/>
    <w:multiLevelType w:val="multilevel"/>
    <w:tmpl w:val="C8DA0CE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E736B6"/>
    <w:multiLevelType w:val="multilevel"/>
    <w:tmpl w:val="3A6CAFBA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4548" w:hanging="720"/>
      </w:pPr>
      <w:rPr>
        <w:rFonts w:hint="default"/>
        <w:b w:val="0"/>
        <w:i w:val="0"/>
      </w:rPr>
    </w:lvl>
    <w:lvl w:ilvl="3">
      <w:start w:val="1"/>
      <w:numFmt w:val="decimal"/>
      <w:pStyle w:val="Pealkiri41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89556952">
    <w:abstractNumId w:val="5"/>
  </w:num>
  <w:num w:numId="2" w16cid:durableId="596446012">
    <w:abstractNumId w:val="6"/>
  </w:num>
  <w:num w:numId="3" w16cid:durableId="873814507">
    <w:abstractNumId w:val="10"/>
  </w:num>
  <w:num w:numId="4" w16cid:durableId="1175151745">
    <w:abstractNumId w:val="4"/>
  </w:num>
  <w:num w:numId="5" w16cid:durableId="1189953807">
    <w:abstractNumId w:val="0"/>
  </w:num>
  <w:num w:numId="6" w16cid:durableId="407926320">
    <w:abstractNumId w:val="3"/>
  </w:num>
  <w:num w:numId="7" w16cid:durableId="2135052834">
    <w:abstractNumId w:val="9"/>
  </w:num>
  <w:num w:numId="8" w16cid:durableId="2142921173">
    <w:abstractNumId w:val="8"/>
  </w:num>
  <w:num w:numId="9" w16cid:durableId="1279023131">
    <w:abstractNumId w:val="7"/>
  </w:num>
  <w:num w:numId="10" w16cid:durableId="1190146884">
    <w:abstractNumId w:val="2"/>
  </w:num>
  <w:num w:numId="11" w16cid:durableId="718015899">
    <w:abstractNumId w:val="12"/>
  </w:num>
  <w:num w:numId="12" w16cid:durableId="1717503202">
    <w:abstractNumId w:val="1"/>
  </w:num>
  <w:num w:numId="13" w16cid:durableId="1001128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2323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B1"/>
    <w:rsid w:val="00001974"/>
    <w:rsid w:val="000059AC"/>
    <w:rsid w:val="00024CBC"/>
    <w:rsid w:val="00026C06"/>
    <w:rsid w:val="000275C5"/>
    <w:rsid w:val="0004143F"/>
    <w:rsid w:val="00041D50"/>
    <w:rsid w:val="00045D58"/>
    <w:rsid w:val="00046AEA"/>
    <w:rsid w:val="00063E5D"/>
    <w:rsid w:val="000643A2"/>
    <w:rsid w:val="00066679"/>
    <w:rsid w:val="0006678D"/>
    <w:rsid w:val="000720FB"/>
    <w:rsid w:val="00075399"/>
    <w:rsid w:val="00075AAD"/>
    <w:rsid w:val="000764F1"/>
    <w:rsid w:val="0007797E"/>
    <w:rsid w:val="00081D90"/>
    <w:rsid w:val="0008482C"/>
    <w:rsid w:val="00092CC5"/>
    <w:rsid w:val="00093B32"/>
    <w:rsid w:val="00094F75"/>
    <w:rsid w:val="000A04D8"/>
    <w:rsid w:val="000A0BFF"/>
    <w:rsid w:val="000A5A03"/>
    <w:rsid w:val="000A79AA"/>
    <w:rsid w:val="000B0509"/>
    <w:rsid w:val="000B7BBD"/>
    <w:rsid w:val="000C6F93"/>
    <w:rsid w:val="000C7C6F"/>
    <w:rsid w:val="000D1D26"/>
    <w:rsid w:val="000D3CD7"/>
    <w:rsid w:val="000E00AB"/>
    <w:rsid w:val="000E601A"/>
    <w:rsid w:val="000F729C"/>
    <w:rsid w:val="001060F8"/>
    <w:rsid w:val="001278EA"/>
    <w:rsid w:val="00127AEC"/>
    <w:rsid w:val="00144678"/>
    <w:rsid w:val="001455C8"/>
    <w:rsid w:val="00150F25"/>
    <w:rsid w:val="001561DE"/>
    <w:rsid w:val="00165CD7"/>
    <w:rsid w:val="00166D05"/>
    <w:rsid w:val="001675F7"/>
    <w:rsid w:val="00172050"/>
    <w:rsid w:val="00173C97"/>
    <w:rsid w:val="00174D9B"/>
    <w:rsid w:val="00181182"/>
    <w:rsid w:val="00190993"/>
    <w:rsid w:val="0019239F"/>
    <w:rsid w:val="001A1956"/>
    <w:rsid w:val="001A1DCE"/>
    <w:rsid w:val="001A582A"/>
    <w:rsid w:val="001B2E2C"/>
    <w:rsid w:val="001B463B"/>
    <w:rsid w:val="001B5760"/>
    <w:rsid w:val="001C0963"/>
    <w:rsid w:val="001C6B4A"/>
    <w:rsid w:val="001C6B90"/>
    <w:rsid w:val="001C7477"/>
    <w:rsid w:val="001E4EB2"/>
    <w:rsid w:val="001E7BCE"/>
    <w:rsid w:val="002045EA"/>
    <w:rsid w:val="00205851"/>
    <w:rsid w:val="002117D7"/>
    <w:rsid w:val="00216018"/>
    <w:rsid w:val="00224B1B"/>
    <w:rsid w:val="00233BD8"/>
    <w:rsid w:val="00235FFA"/>
    <w:rsid w:val="002373DD"/>
    <w:rsid w:val="00240EA2"/>
    <w:rsid w:val="00246824"/>
    <w:rsid w:val="002475C3"/>
    <w:rsid w:val="00264916"/>
    <w:rsid w:val="002704BF"/>
    <w:rsid w:val="0027059C"/>
    <w:rsid w:val="00272183"/>
    <w:rsid w:val="00274661"/>
    <w:rsid w:val="002805DD"/>
    <w:rsid w:val="0029310A"/>
    <w:rsid w:val="0029596D"/>
    <w:rsid w:val="002A7B07"/>
    <w:rsid w:val="002B0DEE"/>
    <w:rsid w:val="002B2DF0"/>
    <w:rsid w:val="002B4C3E"/>
    <w:rsid w:val="002B549F"/>
    <w:rsid w:val="002C074E"/>
    <w:rsid w:val="002C7B11"/>
    <w:rsid w:val="002F03C4"/>
    <w:rsid w:val="00302A21"/>
    <w:rsid w:val="00303F0D"/>
    <w:rsid w:val="00345308"/>
    <w:rsid w:val="00346A3B"/>
    <w:rsid w:val="00350F72"/>
    <w:rsid w:val="00353BD7"/>
    <w:rsid w:val="00356D5F"/>
    <w:rsid w:val="003612A1"/>
    <w:rsid w:val="00362C29"/>
    <w:rsid w:val="003675C7"/>
    <w:rsid w:val="0036791E"/>
    <w:rsid w:val="00372903"/>
    <w:rsid w:val="003816DD"/>
    <w:rsid w:val="00390EAA"/>
    <w:rsid w:val="003918F6"/>
    <w:rsid w:val="0039442E"/>
    <w:rsid w:val="003A1542"/>
    <w:rsid w:val="003B6510"/>
    <w:rsid w:val="003B6551"/>
    <w:rsid w:val="003C31DE"/>
    <w:rsid w:val="003C5D8F"/>
    <w:rsid w:val="003D15D8"/>
    <w:rsid w:val="003D33C1"/>
    <w:rsid w:val="003E0F37"/>
    <w:rsid w:val="003F22E9"/>
    <w:rsid w:val="003F38B1"/>
    <w:rsid w:val="00403526"/>
    <w:rsid w:val="00403BCB"/>
    <w:rsid w:val="00414787"/>
    <w:rsid w:val="004364B5"/>
    <w:rsid w:val="00437A37"/>
    <w:rsid w:val="00445480"/>
    <w:rsid w:val="004460D7"/>
    <w:rsid w:val="00454E69"/>
    <w:rsid w:val="00460F55"/>
    <w:rsid w:val="004700C4"/>
    <w:rsid w:val="00473D12"/>
    <w:rsid w:val="004802F4"/>
    <w:rsid w:val="00482157"/>
    <w:rsid w:val="00491518"/>
    <w:rsid w:val="004950B4"/>
    <w:rsid w:val="004A0D3A"/>
    <w:rsid w:val="004D2F97"/>
    <w:rsid w:val="004D49EE"/>
    <w:rsid w:val="004D6AA9"/>
    <w:rsid w:val="004D7757"/>
    <w:rsid w:val="004E631B"/>
    <w:rsid w:val="004E6620"/>
    <w:rsid w:val="004E79DE"/>
    <w:rsid w:val="004F77E7"/>
    <w:rsid w:val="0050053C"/>
    <w:rsid w:val="005146CF"/>
    <w:rsid w:val="00514EB3"/>
    <w:rsid w:val="00517EA8"/>
    <w:rsid w:val="00525AFE"/>
    <w:rsid w:val="00526D4D"/>
    <w:rsid w:val="005418EC"/>
    <w:rsid w:val="005438CC"/>
    <w:rsid w:val="00544B58"/>
    <w:rsid w:val="0054783B"/>
    <w:rsid w:val="00560609"/>
    <w:rsid w:val="00560C38"/>
    <w:rsid w:val="005627F9"/>
    <w:rsid w:val="0056632E"/>
    <w:rsid w:val="00572F6C"/>
    <w:rsid w:val="005739A5"/>
    <w:rsid w:val="005800D7"/>
    <w:rsid w:val="00591423"/>
    <w:rsid w:val="00593FB3"/>
    <w:rsid w:val="005A5762"/>
    <w:rsid w:val="005A7915"/>
    <w:rsid w:val="005B5613"/>
    <w:rsid w:val="005B5EE9"/>
    <w:rsid w:val="005C364A"/>
    <w:rsid w:val="005D7E1B"/>
    <w:rsid w:val="005E47E9"/>
    <w:rsid w:val="005F0818"/>
    <w:rsid w:val="005F45CF"/>
    <w:rsid w:val="005F503F"/>
    <w:rsid w:val="0060249D"/>
    <w:rsid w:val="00610E36"/>
    <w:rsid w:val="006132B1"/>
    <w:rsid w:val="0064108B"/>
    <w:rsid w:val="00641649"/>
    <w:rsid w:val="00643A39"/>
    <w:rsid w:val="006548D7"/>
    <w:rsid w:val="00657D1D"/>
    <w:rsid w:val="006626A0"/>
    <w:rsid w:val="00672953"/>
    <w:rsid w:val="006808C3"/>
    <w:rsid w:val="006874FA"/>
    <w:rsid w:val="00697566"/>
    <w:rsid w:val="006A2DE0"/>
    <w:rsid w:val="006A3B5A"/>
    <w:rsid w:val="006B117C"/>
    <w:rsid w:val="006B6AB4"/>
    <w:rsid w:val="006C262D"/>
    <w:rsid w:val="006C6F86"/>
    <w:rsid w:val="006D03E9"/>
    <w:rsid w:val="006E0908"/>
    <w:rsid w:val="00701C73"/>
    <w:rsid w:val="007204BB"/>
    <w:rsid w:val="00720AD1"/>
    <w:rsid w:val="007262DC"/>
    <w:rsid w:val="00726CDA"/>
    <w:rsid w:val="00730282"/>
    <w:rsid w:val="0073366A"/>
    <w:rsid w:val="007378C3"/>
    <w:rsid w:val="00742891"/>
    <w:rsid w:val="007462A4"/>
    <w:rsid w:val="00752023"/>
    <w:rsid w:val="00753F67"/>
    <w:rsid w:val="00755C81"/>
    <w:rsid w:val="00755CDD"/>
    <w:rsid w:val="00773CCC"/>
    <w:rsid w:val="00777903"/>
    <w:rsid w:val="00780B38"/>
    <w:rsid w:val="00780E8D"/>
    <w:rsid w:val="00784FB5"/>
    <w:rsid w:val="007854B9"/>
    <w:rsid w:val="00786037"/>
    <w:rsid w:val="0079019F"/>
    <w:rsid w:val="007A2DC8"/>
    <w:rsid w:val="007A3844"/>
    <w:rsid w:val="007C1F3A"/>
    <w:rsid w:val="007C5CCA"/>
    <w:rsid w:val="007D13AC"/>
    <w:rsid w:val="00803481"/>
    <w:rsid w:val="008038BE"/>
    <w:rsid w:val="00811AE3"/>
    <w:rsid w:val="008221EE"/>
    <w:rsid w:val="00824427"/>
    <w:rsid w:val="00831A38"/>
    <w:rsid w:val="00834E5D"/>
    <w:rsid w:val="0084137A"/>
    <w:rsid w:val="00854F5C"/>
    <w:rsid w:val="00857ED6"/>
    <w:rsid w:val="0086365C"/>
    <w:rsid w:val="00872FAC"/>
    <w:rsid w:val="00875105"/>
    <w:rsid w:val="008777C0"/>
    <w:rsid w:val="00882A9F"/>
    <w:rsid w:val="00883DC9"/>
    <w:rsid w:val="00890297"/>
    <w:rsid w:val="008B61D6"/>
    <w:rsid w:val="008C1BE0"/>
    <w:rsid w:val="008C37C0"/>
    <w:rsid w:val="008C6C20"/>
    <w:rsid w:val="008C7D51"/>
    <w:rsid w:val="008E02F0"/>
    <w:rsid w:val="008E3700"/>
    <w:rsid w:val="008F1467"/>
    <w:rsid w:val="008F2A98"/>
    <w:rsid w:val="008F34B1"/>
    <w:rsid w:val="0090293C"/>
    <w:rsid w:val="00907D20"/>
    <w:rsid w:val="00911F81"/>
    <w:rsid w:val="00916260"/>
    <w:rsid w:val="00924E6F"/>
    <w:rsid w:val="009341AC"/>
    <w:rsid w:val="00937542"/>
    <w:rsid w:val="0095300F"/>
    <w:rsid w:val="009569A2"/>
    <w:rsid w:val="00964634"/>
    <w:rsid w:val="00976EF1"/>
    <w:rsid w:val="0097784B"/>
    <w:rsid w:val="00982C3D"/>
    <w:rsid w:val="00985EAC"/>
    <w:rsid w:val="00994299"/>
    <w:rsid w:val="00997AC0"/>
    <w:rsid w:val="009A18A1"/>
    <w:rsid w:val="009A5D26"/>
    <w:rsid w:val="009B0BB7"/>
    <w:rsid w:val="009C0632"/>
    <w:rsid w:val="009D607F"/>
    <w:rsid w:val="009D6806"/>
    <w:rsid w:val="009E59C1"/>
    <w:rsid w:val="009F5695"/>
    <w:rsid w:val="00A01B1A"/>
    <w:rsid w:val="00A01D0E"/>
    <w:rsid w:val="00A046F0"/>
    <w:rsid w:val="00A04D3E"/>
    <w:rsid w:val="00A12E34"/>
    <w:rsid w:val="00A15778"/>
    <w:rsid w:val="00A211BD"/>
    <w:rsid w:val="00A27039"/>
    <w:rsid w:val="00A3680C"/>
    <w:rsid w:val="00A4299D"/>
    <w:rsid w:val="00A511FC"/>
    <w:rsid w:val="00A6072C"/>
    <w:rsid w:val="00A62FFB"/>
    <w:rsid w:val="00A66C61"/>
    <w:rsid w:val="00A66FBC"/>
    <w:rsid w:val="00A826BA"/>
    <w:rsid w:val="00A9610C"/>
    <w:rsid w:val="00AA1E7E"/>
    <w:rsid w:val="00AB0E39"/>
    <w:rsid w:val="00AB40A7"/>
    <w:rsid w:val="00AC64D3"/>
    <w:rsid w:val="00AD602F"/>
    <w:rsid w:val="00AE298A"/>
    <w:rsid w:val="00AF4106"/>
    <w:rsid w:val="00AF4112"/>
    <w:rsid w:val="00B129AA"/>
    <w:rsid w:val="00B14CF7"/>
    <w:rsid w:val="00B31720"/>
    <w:rsid w:val="00B319BD"/>
    <w:rsid w:val="00B34CBD"/>
    <w:rsid w:val="00B43659"/>
    <w:rsid w:val="00B43F72"/>
    <w:rsid w:val="00B64907"/>
    <w:rsid w:val="00B64A10"/>
    <w:rsid w:val="00B6593B"/>
    <w:rsid w:val="00B730AC"/>
    <w:rsid w:val="00B77A67"/>
    <w:rsid w:val="00B911A3"/>
    <w:rsid w:val="00B94DFA"/>
    <w:rsid w:val="00BB0EC7"/>
    <w:rsid w:val="00BB1F5F"/>
    <w:rsid w:val="00BB44F2"/>
    <w:rsid w:val="00BB6978"/>
    <w:rsid w:val="00BB6CB4"/>
    <w:rsid w:val="00BC0D6A"/>
    <w:rsid w:val="00BC7412"/>
    <w:rsid w:val="00BD019F"/>
    <w:rsid w:val="00BE549F"/>
    <w:rsid w:val="00BF04D3"/>
    <w:rsid w:val="00BF47E9"/>
    <w:rsid w:val="00C00E51"/>
    <w:rsid w:val="00C06162"/>
    <w:rsid w:val="00C14991"/>
    <w:rsid w:val="00C2607F"/>
    <w:rsid w:val="00C342C9"/>
    <w:rsid w:val="00C43953"/>
    <w:rsid w:val="00C635E2"/>
    <w:rsid w:val="00C63FE3"/>
    <w:rsid w:val="00C72995"/>
    <w:rsid w:val="00C80FA7"/>
    <w:rsid w:val="00C816B6"/>
    <w:rsid w:val="00C86D17"/>
    <w:rsid w:val="00C9163B"/>
    <w:rsid w:val="00C91A83"/>
    <w:rsid w:val="00C94694"/>
    <w:rsid w:val="00C978EE"/>
    <w:rsid w:val="00CA032A"/>
    <w:rsid w:val="00CA1F65"/>
    <w:rsid w:val="00CB2044"/>
    <w:rsid w:val="00CC209D"/>
    <w:rsid w:val="00CC7ED3"/>
    <w:rsid w:val="00CD1891"/>
    <w:rsid w:val="00CE0AB4"/>
    <w:rsid w:val="00CE5797"/>
    <w:rsid w:val="00CE6913"/>
    <w:rsid w:val="00CF0D08"/>
    <w:rsid w:val="00CF3832"/>
    <w:rsid w:val="00CF4ED3"/>
    <w:rsid w:val="00D02482"/>
    <w:rsid w:val="00D026EA"/>
    <w:rsid w:val="00D245A3"/>
    <w:rsid w:val="00D25840"/>
    <w:rsid w:val="00D40005"/>
    <w:rsid w:val="00D41935"/>
    <w:rsid w:val="00D51940"/>
    <w:rsid w:val="00D56291"/>
    <w:rsid w:val="00D61E22"/>
    <w:rsid w:val="00D65AEC"/>
    <w:rsid w:val="00D732C2"/>
    <w:rsid w:val="00D73507"/>
    <w:rsid w:val="00D82171"/>
    <w:rsid w:val="00D87F2E"/>
    <w:rsid w:val="00D91E95"/>
    <w:rsid w:val="00DA319F"/>
    <w:rsid w:val="00DA41CA"/>
    <w:rsid w:val="00DB7AB8"/>
    <w:rsid w:val="00DC1486"/>
    <w:rsid w:val="00DD0D1E"/>
    <w:rsid w:val="00DD755C"/>
    <w:rsid w:val="00DE6F08"/>
    <w:rsid w:val="00DF0AF2"/>
    <w:rsid w:val="00DF6188"/>
    <w:rsid w:val="00DF72BB"/>
    <w:rsid w:val="00E10905"/>
    <w:rsid w:val="00E14AAC"/>
    <w:rsid w:val="00E20FD5"/>
    <w:rsid w:val="00E22ABD"/>
    <w:rsid w:val="00E32D1B"/>
    <w:rsid w:val="00E378B3"/>
    <w:rsid w:val="00E51D79"/>
    <w:rsid w:val="00E53041"/>
    <w:rsid w:val="00E61D1A"/>
    <w:rsid w:val="00E63EF5"/>
    <w:rsid w:val="00E70C60"/>
    <w:rsid w:val="00E80961"/>
    <w:rsid w:val="00E80D50"/>
    <w:rsid w:val="00E835B1"/>
    <w:rsid w:val="00E9175A"/>
    <w:rsid w:val="00E92286"/>
    <w:rsid w:val="00EA05D5"/>
    <w:rsid w:val="00EA7365"/>
    <w:rsid w:val="00EB128A"/>
    <w:rsid w:val="00EB1676"/>
    <w:rsid w:val="00EB2A4F"/>
    <w:rsid w:val="00EC067D"/>
    <w:rsid w:val="00EC0A5E"/>
    <w:rsid w:val="00EC5014"/>
    <w:rsid w:val="00ED0EFA"/>
    <w:rsid w:val="00ED318D"/>
    <w:rsid w:val="00ED44F2"/>
    <w:rsid w:val="00EF407A"/>
    <w:rsid w:val="00F027C1"/>
    <w:rsid w:val="00F07B17"/>
    <w:rsid w:val="00F13832"/>
    <w:rsid w:val="00F14A2E"/>
    <w:rsid w:val="00F219A7"/>
    <w:rsid w:val="00F21DB7"/>
    <w:rsid w:val="00F2591F"/>
    <w:rsid w:val="00F26FC6"/>
    <w:rsid w:val="00F345A0"/>
    <w:rsid w:val="00F51599"/>
    <w:rsid w:val="00F52ADA"/>
    <w:rsid w:val="00F5725D"/>
    <w:rsid w:val="00F62BAE"/>
    <w:rsid w:val="00F67654"/>
    <w:rsid w:val="00F6779A"/>
    <w:rsid w:val="00F7590F"/>
    <w:rsid w:val="00F829AD"/>
    <w:rsid w:val="00FA6699"/>
    <w:rsid w:val="00FB41A9"/>
    <w:rsid w:val="00FB5BA2"/>
    <w:rsid w:val="00FB6346"/>
    <w:rsid w:val="00FC60AE"/>
    <w:rsid w:val="00FD16FA"/>
    <w:rsid w:val="00FD4B70"/>
    <w:rsid w:val="00FD50E3"/>
    <w:rsid w:val="00FE1392"/>
    <w:rsid w:val="00FE2D88"/>
    <w:rsid w:val="00FE3609"/>
    <w:rsid w:val="00FE7BDE"/>
    <w:rsid w:val="00FF4CF6"/>
    <w:rsid w:val="00FF535E"/>
    <w:rsid w:val="00FF5544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D3D81A"/>
  <w15:docId w15:val="{CC35D3BD-F7B2-458A-B2BF-CB5BAB70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55CDD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755CDD"/>
    <w:pPr>
      <w:keepNext/>
      <w:jc w:val="center"/>
      <w:outlineLvl w:val="0"/>
    </w:pPr>
    <w:rPr>
      <w:b/>
      <w:bCs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755CDD"/>
    <w:pPr>
      <w:ind w:left="720"/>
    </w:pPr>
  </w:style>
  <w:style w:type="paragraph" w:styleId="Pis">
    <w:name w:val="header"/>
    <w:basedOn w:val="Normaallaad"/>
    <w:link w:val="PisMrk"/>
    <w:uiPriority w:val="99"/>
    <w:rsid w:val="00A04D3E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A04D3E"/>
  </w:style>
  <w:style w:type="paragraph" w:styleId="Jutumullitekst">
    <w:name w:val="Balloon Text"/>
    <w:basedOn w:val="Normaallaad"/>
    <w:semiHidden/>
    <w:rsid w:val="00753F67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rsid w:val="00753F6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753F6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753F67"/>
    <w:rPr>
      <w:b/>
      <w:bCs/>
    </w:rPr>
  </w:style>
  <w:style w:type="paragraph" w:styleId="Pealdis">
    <w:name w:val="caption"/>
    <w:basedOn w:val="Normaallaad"/>
    <w:next w:val="Normaallaad"/>
    <w:qFormat/>
    <w:rsid w:val="001A195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Jalus">
    <w:name w:val="footer"/>
    <w:basedOn w:val="Normaallaad"/>
    <w:link w:val="JalusMrk"/>
    <w:uiPriority w:val="99"/>
    <w:rsid w:val="001A1956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613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216018"/>
    <w:pPr>
      <w:spacing w:before="100" w:beforeAutospacing="1" w:after="100" w:afterAutospacing="1"/>
    </w:pPr>
    <w:rPr>
      <w:lang w:val="en-GB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16018"/>
    <w:rPr>
      <w:lang w:eastAsia="en-US"/>
    </w:rPr>
  </w:style>
  <w:style w:type="paragraph" w:customStyle="1" w:styleId="Pealkiri11">
    <w:name w:val="Pealkiri 11"/>
    <w:basedOn w:val="Normaallaad"/>
    <w:rsid w:val="00964634"/>
    <w:pPr>
      <w:numPr>
        <w:numId w:val="11"/>
      </w:numPr>
    </w:pPr>
  </w:style>
  <w:style w:type="paragraph" w:customStyle="1" w:styleId="Pealkiri21">
    <w:name w:val="Pealkiri 21"/>
    <w:basedOn w:val="Normaallaad"/>
    <w:rsid w:val="00964634"/>
    <w:pPr>
      <w:numPr>
        <w:ilvl w:val="1"/>
        <w:numId w:val="11"/>
      </w:numPr>
    </w:pPr>
  </w:style>
  <w:style w:type="paragraph" w:customStyle="1" w:styleId="Pealkiri31">
    <w:name w:val="Pealkiri 31"/>
    <w:basedOn w:val="Normaallaad"/>
    <w:rsid w:val="00964634"/>
    <w:pPr>
      <w:numPr>
        <w:ilvl w:val="2"/>
        <w:numId w:val="11"/>
      </w:numPr>
      <w:ind w:left="720"/>
    </w:pPr>
  </w:style>
  <w:style w:type="paragraph" w:customStyle="1" w:styleId="Pealkiri41">
    <w:name w:val="Pealkiri 41"/>
    <w:basedOn w:val="Normaallaad"/>
    <w:rsid w:val="00964634"/>
    <w:pPr>
      <w:numPr>
        <w:ilvl w:val="3"/>
        <w:numId w:val="11"/>
      </w:numPr>
    </w:pPr>
  </w:style>
  <w:style w:type="paragraph" w:customStyle="1" w:styleId="Pealkiri51">
    <w:name w:val="Pealkiri 51"/>
    <w:basedOn w:val="Normaallaad"/>
    <w:rsid w:val="00964634"/>
    <w:pPr>
      <w:numPr>
        <w:ilvl w:val="4"/>
        <w:numId w:val="11"/>
      </w:numPr>
    </w:pPr>
  </w:style>
  <w:style w:type="paragraph" w:customStyle="1" w:styleId="Pealkiri61">
    <w:name w:val="Pealkiri 61"/>
    <w:basedOn w:val="Normaallaad"/>
    <w:rsid w:val="00964634"/>
    <w:pPr>
      <w:numPr>
        <w:ilvl w:val="5"/>
        <w:numId w:val="11"/>
      </w:numPr>
    </w:pPr>
  </w:style>
  <w:style w:type="paragraph" w:customStyle="1" w:styleId="Pealkiri71">
    <w:name w:val="Pealkiri 71"/>
    <w:basedOn w:val="Normaallaad"/>
    <w:rsid w:val="00964634"/>
    <w:pPr>
      <w:numPr>
        <w:ilvl w:val="6"/>
        <w:numId w:val="11"/>
      </w:numPr>
    </w:pPr>
  </w:style>
  <w:style w:type="paragraph" w:customStyle="1" w:styleId="Pealkiri81">
    <w:name w:val="Pealkiri 81"/>
    <w:basedOn w:val="Normaallaad"/>
    <w:rsid w:val="00964634"/>
    <w:pPr>
      <w:numPr>
        <w:ilvl w:val="7"/>
        <w:numId w:val="11"/>
      </w:numPr>
    </w:pPr>
  </w:style>
  <w:style w:type="paragraph" w:customStyle="1" w:styleId="Pealkiri91">
    <w:name w:val="Pealkiri 91"/>
    <w:basedOn w:val="Normaallaad"/>
    <w:rsid w:val="00964634"/>
    <w:pPr>
      <w:numPr>
        <w:ilvl w:val="8"/>
        <w:numId w:val="11"/>
      </w:numPr>
    </w:pPr>
  </w:style>
  <w:style w:type="paragraph" w:styleId="Loendilik">
    <w:name w:val="List Paragraph"/>
    <w:basedOn w:val="Normaallaad"/>
    <w:uiPriority w:val="34"/>
    <w:qFormat/>
    <w:rsid w:val="00964634"/>
    <w:pPr>
      <w:ind w:left="720"/>
      <w:contextualSpacing/>
    </w:pPr>
  </w:style>
  <w:style w:type="character" w:customStyle="1" w:styleId="JalusMrk">
    <w:name w:val="Jalus Märk"/>
    <w:basedOn w:val="Liguvaikefont"/>
    <w:link w:val="Jalus"/>
    <w:uiPriority w:val="99"/>
    <w:rsid w:val="008C6C20"/>
    <w:rPr>
      <w:sz w:val="24"/>
      <w:szCs w:val="24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8C6C20"/>
    <w:rPr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2B549F"/>
    <w:rPr>
      <w:color w:val="0563C1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80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valgapuu.e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mk@rmk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iit.timberg@rmk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ev\Downloads\kokkulepe%20ak%20m&#228;rkega%20-%20isikliku%20kasutus&#245;igusega%20koormamise%20tingimuse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8724C7952B40F2A213912B76E51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7DF80-9045-47E0-B11F-BFA7FFC10520}"/>
      </w:docPartPr>
      <w:docPartBody>
        <w:p w:rsidR="00F04EB4" w:rsidRDefault="00AB4DA3">
          <w:pPr>
            <w:pStyle w:val="678724C7952B40F2A213912B76E518E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CAE4D99C8E6D4365888779F03D13C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E8D14-377A-4A73-99E8-9021F7DD7E6C}"/>
      </w:docPartPr>
      <w:docPartBody>
        <w:p w:rsidR="00F04EB4" w:rsidRDefault="00AB4DA3">
          <w:pPr>
            <w:pStyle w:val="CAE4D99C8E6D4365888779F03D13C7E8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1F33F6E5548C4DE5928A6356007A8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98BD2-39B1-4E25-9A37-D36740DA7E8B}"/>
      </w:docPartPr>
      <w:docPartBody>
        <w:p w:rsidR="00F04EB4" w:rsidRDefault="00AB4DA3">
          <w:pPr>
            <w:pStyle w:val="1F33F6E5548C4DE5928A6356007A8BE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3555B9AA91BB4CFC8E39BF3EE260F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4BC0D-2033-4F54-9CBB-F0D9C36CE4FC}"/>
      </w:docPartPr>
      <w:docPartBody>
        <w:p w:rsidR="00F04EB4" w:rsidRDefault="00AB4DA3">
          <w:pPr>
            <w:pStyle w:val="3555B9AA91BB4CFC8E39BF3EE260FF77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C8"/>
    <w:rsid w:val="0016725C"/>
    <w:rsid w:val="00174D9B"/>
    <w:rsid w:val="001B7569"/>
    <w:rsid w:val="002117D7"/>
    <w:rsid w:val="002720A2"/>
    <w:rsid w:val="002C074E"/>
    <w:rsid w:val="002C7B11"/>
    <w:rsid w:val="00353BD7"/>
    <w:rsid w:val="003C5D8F"/>
    <w:rsid w:val="003D15D8"/>
    <w:rsid w:val="004F77E7"/>
    <w:rsid w:val="0055596F"/>
    <w:rsid w:val="00777903"/>
    <w:rsid w:val="00803481"/>
    <w:rsid w:val="008D5FB2"/>
    <w:rsid w:val="009E58C2"/>
    <w:rsid w:val="00A12E34"/>
    <w:rsid w:val="00A62FFB"/>
    <w:rsid w:val="00AB4DA3"/>
    <w:rsid w:val="00AD602F"/>
    <w:rsid w:val="00B77A67"/>
    <w:rsid w:val="00C2607F"/>
    <w:rsid w:val="00CE5797"/>
    <w:rsid w:val="00CF3832"/>
    <w:rsid w:val="00D33BF3"/>
    <w:rsid w:val="00DF72BB"/>
    <w:rsid w:val="00E22ABD"/>
    <w:rsid w:val="00E32D1B"/>
    <w:rsid w:val="00E926C8"/>
    <w:rsid w:val="00F04EB4"/>
    <w:rsid w:val="00FB6346"/>
    <w:rsid w:val="00FF4CF6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678724C7952B40F2A213912B76E518E0">
    <w:name w:val="678724C7952B40F2A213912B76E518E0"/>
  </w:style>
  <w:style w:type="paragraph" w:customStyle="1" w:styleId="CAE4D99C8E6D4365888779F03D13C7E8">
    <w:name w:val="CAE4D99C8E6D4365888779F03D13C7E8"/>
  </w:style>
  <w:style w:type="paragraph" w:customStyle="1" w:styleId="1F33F6E5548C4DE5928A6356007A8BEC">
    <w:name w:val="1F33F6E5548C4DE5928A6356007A8BEC"/>
  </w:style>
  <w:style w:type="paragraph" w:customStyle="1" w:styleId="3555B9AA91BB4CFC8E39BF3EE260FF77">
    <w:name w:val="3555B9AA91BB4CFC8E39BF3EE260FF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kokkulepe ak märkega - isikliku kasutusõigusega koormamise tingimused.dotx</Template>
  <TotalTime>23</TotalTime>
  <Pages>3</Pages>
  <Words>726</Words>
  <Characters>4213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RMK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Malle Viiburg</dc:creator>
  <cp:lastModifiedBy>Tiit Timberg</cp:lastModifiedBy>
  <cp:revision>25</cp:revision>
  <cp:lastPrinted>2025-05-29T10:04:00Z</cp:lastPrinted>
  <dcterms:created xsi:type="dcterms:W3CDTF">2025-12-15T09:18:00Z</dcterms:created>
  <dcterms:modified xsi:type="dcterms:W3CDTF">2025-12-19T07:39:00Z</dcterms:modified>
</cp:coreProperties>
</file>